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B14E23C" w14:textId="77777777" w:rsidR="00AE1D1C" w:rsidRPr="00C9644A" w:rsidRDefault="00AE1D1C" w:rsidP="00AE1D1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0E0E0"/>
        <w:jc w:val="center"/>
        <w:rPr>
          <w:rFonts w:ascii="Arial Black" w:hAnsi="Arial Black" w:cs="Arial"/>
          <w:b/>
          <w:bCs/>
          <w:sz w:val="56"/>
          <w:szCs w:val="56"/>
        </w:rPr>
      </w:pPr>
      <w:r w:rsidRPr="00C9644A">
        <w:rPr>
          <w:rFonts w:ascii="Arial Black" w:hAnsi="Arial Black" w:cs="Arial"/>
          <w:b/>
          <w:bCs/>
          <w:sz w:val="56"/>
          <w:szCs w:val="56"/>
        </w:rPr>
        <w:t>KRYCÍ LIST NABÍDKY</w:t>
      </w:r>
    </w:p>
    <w:p w14:paraId="4B3807E4" w14:textId="77777777" w:rsidR="00AE1D1C" w:rsidRPr="00AE1D1C" w:rsidRDefault="00AE1D1C" w:rsidP="00AE1D1C">
      <w:pPr>
        <w:jc w:val="center"/>
        <w:rPr>
          <w:rFonts w:ascii="Arial Black" w:hAnsi="Arial Black"/>
          <w:sz w:val="12"/>
          <w:szCs w:val="12"/>
          <w:u w:val="single"/>
        </w:rPr>
      </w:pPr>
    </w:p>
    <w:p w14:paraId="3F93857A" w14:textId="77777777" w:rsidR="0018354E" w:rsidRDefault="0018354E" w:rsidP="003F0376">
      <w:pPr>
        <w:spacing w:line="256" w:lineRule="auto"/>
        <w:ind w:right="51"/>
        <w:jc w:val="center"/>
        <w:rPr>
          <w:rFonts w:ascii="Arial Black" w:hAnsi="Arial Black"/>
          <w:b/>
          <w:color w:val="0070C0"/>
          <w:sz w:val="40"/>
        </w:rPr>
      </w:pPr>
    </w:p>
    <w:p w14:paraId="19747662" w14:textId="20230346" w:rsidR="003F0376" w:rsidRPr="0026582A" w:rsidRDefault="00EF3D6B" w:rsidP="003F0376">
      <w:pPr>
        <w:spacing w:line="256" w:lineRule="auto"/>
        <w:ind w:right="51"/>
        <w:jc w:val="center"/>
        <w:rPr>
          <w:rFonts w:ascii="Arial Black" w:hAnsi="Arial Black"/>
          <w:b/>
          <w:color w:val="0070C0"/>
          <w:sz w:val="28"/>
          <w:szCs w:val="28"/>
        </w:rPr>
      </w:pPr>
      <w:bookmarkStart w:id="0" w:name="_GoBack"/>
      <w:r>
        <w:rPr>
          <w:rFonts w:ascii="Arial Black" w:hAnsi="Arial Black"/>
          <w:sz w:val="28"/>
          <w:szCs w:val="28"/>
        </w:rPr>
        <w:t>Laparoskopi</w:t>
      </w:r>
      <w:bookmarkEnd w:id="0"/>
      <w:r>
        <w:rPr>
          <w:rFonts w:ascii="Arial Black" w:hAnsi="Arial Black"/>
          <w:sz w:val="28"/>
          <w:szCs w:val="28"/>
        </w:rPr>
        <w:t>c</w:t>
      </w:r>
      <w:r w:rsidR="00AF5611" w:rsidRPr="00810FC9">
        <w:rPr>
          <w:rFonts w:ascii="Arial Black" w:hAnsi="Arial Black"/>
          <w:sz w:val="28"/>
          <w:szCs w:val="28"/>
        </w:rPr>
        <w:t>ká věž včetně instrumentária pro metabolickou chirurgii</w:t>
      </w:r>
      <w:r w:rsidR="003F0376" w:rsidRPr="0026582A">
        <w:rPr>
          <w:rFonts w:ascii="Arial Black" w:hAnsi="Arial Black"/>
          <w:b/>
          <w:color w:val="0070C0"/>
          <w:sz w:val="28"/>
          <w:szCs w:val="28"/>
        </w:rPr>
        <w:t xml:space="preserve"> </w:t>
      </w:r>
    </w:p>
    <w:p w14:paraId="23EE5802" w14:textId="77777777" w:rsidR="004237FF" w:rsidRPr="004237FF" w:rsidRDefault="004237FF" w:rsidP="00AE1D1C">
      <w:pPr>
        <w:jc w:val="center"/>
        <w:rPr>
          <w:rFonts w:ascii="Arial Black" w:hAnsi="Arial Black"/>
          <w:sz w:val="12"/>
          <w:szCs w:val="12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2977"/>
        <w:gridCol w:w="709"/>
        <w:gridCol w:w="2551"/>
      </w:tblGrid>
      <w:tr w:rsidR="00E4269C" w:rsidRPr="00BE2BA7" w14:paraId="315FFF0A" w14:textId="77777777" w:rsidTr="004237FF">
        <w:trPr>
          <w:trHeight w:val="615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3065E" w14:textId="77777777" w:rsidR="00E4269C" w:rsidRPr="00121E65" w:rsidRDefault="00121E65" w:rsidP="0018354E">
            <w:pPr>
              <w:jc w:val="center"/>
              <w:rPr>
                <w:rFonts w:ascii="Arial" w:hAnsi="Arial" w:cs="Arial"/>
                <w:b/>
                <w:color w:val="7F7F7F"/>
                <w:sz w:val="24"/>
              </w:rPr>
            </w:pPr>
            <w:r>
              <w:rPr>
                <w:rFonts w:ascii="Arial" w:hAnsi="Arial" w:cs="Arial"/>
                <w:b/>
                <w:color w:val="7F7F7F"/>
                <w:sz w:val="24"/>
              </w:rPr>
              <w:t xml:space="preserve">ÚČASTNÍK </w:t>
            </w:r>
            <w:r w:rsidR="0018354E">
              <w:rPr>
                <w:rFonts w:ascii="Arial" w:hAnsi="Arial" w:cs="Arial"/>
                <w:b/>
                <w:color w:val="7F7F7F"/>
                <w:sz w:val="24"/>
              </w:rPr>
              <w:t xml:space="preserve">ZADÁVACÍHO </w:t>
            </w:r>
            <w:r>
              <w:rPr>
                <w:rFonts w:ascii="Arial" w:hAnsi="Arial" w:cs="Arial"/>
                <w:b/>
                <w:color w:val="7F7F7F"/>
                <w:sz w:val="24"/>
              </w:rPr>
              <w:t xml:space="preserve">ŘÍZENÍ </w:t>
            </w:r>
            <w:r w:rsidR="00E4269C" w:rsidRPr="001C0061">
              <w:rPr>
                <w:rFonts w:ascii="Arial" w:hAnsi="Arial" w:cs="Arial"/>
                <w:color w:val="7F7F7F"/>
                <w:sz w:val="24"/>
              </w:rPr>
              <w:t>(obchodní firma</w:t>
            </w:r>
            <w:r>
              <w:rPr>
                <w:rFonts w:ascii="Arial" w:hAnsi="Arial" w:cs="Arial"/>
                <w:color w:val="7F7F7F"/>
                <w:sz w:val="24"/>
              </w:rPr>
              <w:t>)</w:t>
            </w:r>
          </w:p>
        </w:tc>
        <w:tc>
          <w:tcPr>
            <w:tcW w:w="6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7FC1F" w14:textId="77777777" w:rsidR="00E4269C" w:rsidRPr="00BE2BA7" w:rsidRDefault="00E4269C">
            <w:pPr>
              <w:rPr>
                <w:rFonts w:ascii="Arial" w:hAnsi="Arial" w:cs="Arial"/>
                <w:sz w:val="24"/>
              </w:rPr>
            </w:pPr>
          </w:p>
        </w:tc>
      </w:tr>
      <w:tr w:rsidR="00E4269C" w:rsidRPr="00BE2BA7" w14:paraId="494D6297" w14:textId="77777777" w:rsidTr="004237FF">
        <w:trPr>
          <w:trHeight w:val="768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7EAF0" w14:textId="77777777" w:rsidR="00E4269C" w:rsidRPr="001C0061" w:rsidRDefault="00E4269C">
            <w:pPr>
              <w:jc w:val="center"/>
              <w:rPr>
                <w:rFonts w:ascii="Arial" w:hAnsi="Arial" w:cs="Arial"/>
                <w:b/>
                <w:color w:val="7F7F7F"/>
                <w:sz w:val="24"/>
              </w:rPr>
            </w:pPr>
            <w:r w:rsidRPr="001C0061">
              <w:rPr>
                <w:rFonts w:ascii="Arial" w:hAnsi="Arial" w:cs="Arial"/>
                <w:b/>
                <w:color w:val="7F7F7F"/>
                <w:sz w:val="24"/>
              </w:rPr>
              <w:t>Sídlo</w:t>
            </w:r>
          </w:p>
          <w:p w14:paraId="728CDDE3" w14:textId="77777777" w:rsidR="00E4269C" w:rsidRPr="004237FF" w:rsidRDefault="00E4269C">
            <w:pPr>
              <w:rPr>
                <w:rFonts w:ascii="Arial" w:hAnsi="Arial" w:cs="Arial"/>
                <w:color w:val="7F7F7F"/>
                <w:sz w:val="24"/>
              </w:rPr>
            </w:pPr>
            <w:r w:rsidRPr="001C0061">
              <w:rPr>
                <w:rFonts w:ascii="Arial" w:hAnsi="Arial" w:cs="Arial"/>
                <w:color w:val="7F7F7F"/>
                <w:sz w:val="24"/>
              </w:rPr>
              <w:t>(celá adresa včetně PSČ)</w:t>
            </w:r>
          </w:p>
        </w:tc>
        <w:tc>
          <w:tcPr>
            <w:tcW w:w="6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95277" w14:textId="77777777" w:rsidR="00E4269C" w:rsidRPr="00BE2BA7" w:rsidRDefault="00E4269C">
            <w:pPr>
              <w:rPr>
                <w:rFonts w:ascii="Arial" w:hAnsi="Arial" w:cs="Arial"/>
                <w:sz w:val="24"/>
              </w:rPr>
            </w:pPr>
          </w:p>
        </w:tc>
      </w:tr>
      <w:tr w:rsidR="0018354E" w:rsidRPr="00BE2BA7" w14:paraId="2363DABD" w14:textId="77777777" w:rsidTr="00626155">
        <w:trPr>
          <w:cantSplit/>
          <w:trHeight w:val="426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CC2002" w14:textId="77777777" w:rsidR="0018354E" w:rsidRPr="001C0061" w:rsidRDefault="0018354E" w:rsidP="004237FF">
            <w:pPr>
              <w:jc w:val="center"/>
              <w:rPr>
                <w:rFonts w:ascii="Arial" w:hAnsi="Arial" w:cs="Arial"/>
                <w:b/>
                <w:color w:val="7F7F7F"/>
                <w:sz w:val="24"/>
              </w:rPr>
            </w:pPr>
            <w:r>
              <w:rPr>
                <w:rFonts w:ascii="Arial" w:hAnsi="Arial" w:cs="Arial"/>
                <w:b/>
                <w:color w:val="7F7F7F"/>
                <w:sz w:val="24"/>
              </w:rPr>
              <w:t>IČ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4CED0" w14:textId="77777777" w:rsidR="0018354E" w:rsidRPr="00BE2BA7" w:rsidRDefault="0018354E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AEAC20" w14:textId="77777777" w:rsidR="0018354E" w:rsidRPr="0018354E" w:rsidRDefault="0018354E" w:rsidP="0018354E">
            <w:pPr>
              <w:rPr>
                <w:rFonts w:ascii="Arial" w:hAnsi="Arial" w:cs="Arial"/>
                <w:b/>
                <w:color w:val="7F7F7F"/>
                <w:sz w:val="24"/>
              </w:rPr>
            </w:pPr>
            <w:r>
              <w:rPr>
                <w:rFonts w:ascii="Arial" w:hAnsi="Arial" w:cs="Arial"/>
                <w:b/>
                <w:color w:val="7F7F7F"/>
                <w:sz w:val="24"/>
              </w:rPr>
              <w:t>DIČ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E01B2" w14:textId="77777777" w:rsidR="0018354E" w:rsidRPr="00BE2BA7" w:rsidRDefault="0018354E">
            <w:pPr>
              <w:rPr>
                <w:rFonts w:ascii="Arial" w:hAnsi="Arial" w:cs="Arial"/>
                <w:sz w:val="24"/>
              </w:rPr>
            </w:pPr>
          </w:p>
        </w:tc>
      </w:tr>
      <w:tr w:rsidR="00626155" w:rsidRPr="00BE2BA7" w14:paraId="47D9BB60" w14:textId="77777777" w:rsidTr="00626155">
        <w:trPr>
          <w:cantSplit/>
          <w:trHeight w:val="423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CB4CAB" w14:textId="77777777" w:rsidR="00626155" w:rsidRPr="001C0061" w:rsidRDefault="00626155" w:rsidP="0004672A">
            <w:pPr>
              <w:jc w:val="center"/>
              <w:rPr>
                <w:rFonts w:ascii="Arial" w:hAnsi="Arial" w:cs="Arial"/>
                <w:b/>
                <w:color w:val="7F7F7F"/>
                <w:sz w:val="24"/>
              </w:rPr>
            </w:pPr>
            <w:r w:rsidRPr="001C0061">
              <w:rPr>
                <w:rFonts w:ascii="Arial" w:hAnsi="Arial" w:cs="Arial"/>
                <w:b/>
                <w:color w:val="7F7F7F"/>
                <w:sz w:val="24"/>
              </w:rPr>
              <w:t>Kontaktní osoba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904F4" w14:textId="77777777" w:rsidR="00626155" w:rsidRPr="00BE2BA7" w:rsidRDefault="00626155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FCD66" w14:textId="77777777" w:rsidR="00626155" w:rsidRPr="00BE2BA7" w:rsidRDefault="00626155" w:rsidP="00626155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tel.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783D7" w14:textId="77777777" w:rsidR="00626155" w:rsidRPr="00BE2BA7" w:rsidRDefault="00626155">
            <w:pPr>
              <w:rPr>
                <w:rFonts w:ascii="Arial" w:hAnsi="Arial" w:cs="Arial"/>
                <w:sz w:val="24"/>
              </w:rPr>
            </w:pPr>
          </w:p>
        </w:tc>
      </w:tr>
    </w:tbl>
    <w:p w14:paraId="06F63DDA" w14:textId="77777777" w:rsidR="0018354E" w:rsidRDefault="0018354E" w:rsidP="00B4612C">
      <w:pPr>
        <w:rPr>
          <w:rFonts w:ascii="Arial" w:hAnsi="Arial" w:cs="Arial"/>
          <w:b/>
        </w:rPr>
      </w:pPr>
    </w:p>
    <w:p w14:paraId="2FAF7DDB" w14:textId="77777777" w:rsidR="0018354E" w:rsidRDefault="0018354E" w:rsidP="00B4612C">
      <w:pPr>
        <w:rPr>
          <w:rFonts w:ascii="Arial" w:hAnsi="Arial" w:cs="Arial"/>
          <w:b/>
        </w:rPr>
      </w:pPr>
    </w:p>
    <w:p w14:paraId="7A7C1418" w14:textId="77777777" w:rsidR="00AE1D1C" w:rsidRPr="004237FF" w:rsidRDefault="00E4269C" w:rsidP="00B4612C">
      <w:pPr>
        <w:rPr>
          <w:rFonts w:ascii="Arial" w:hAnsi="Arial" w:cs="Arial"/>
          <w:b/>
        </w:rPr>
      </w:pPr>
      <w:r w:rsidRPr="004237FF">
        <w:rPr>
          <w:rFonts w:ascii="Arial" w:hAnsi="Arial" w:cs="Arial"/>
          <w:b/>
        </w:rPr>
        <w:t xml:space="preserve">KOMUNIKAČNÍ ADRESA PRO </w:t>
      </w:r>
      <w:r w:rsidR="00D5331C">
        <w:rPr>
          <w:rFonts w:ascii="Arial" w:hAnsi="Arial" w:cs="Arial"/>
          <w:b/>
        </w:rPr>
        <w:t>ELEKTRONICKOU KOMUNIKACE</w:t>
      </w:r>
      <w:r w:rsidR="0018354E">
        <w:rPr>
          <w:rFonts w:ascii="Arial" w:hAnsi="Arial" w:cs="Arial"/>
          <w:b/>
        </w:rPr>
        <w:t xml:space="preserve"> </w:t>
      </w:r>
      <w:r w:rsidRPr="004237FF">
        <w:rPr>
          <w:rFonts w:ascii="Arial" w:hAnsi="Arial" w:cs="Arial"/>
          <w:b/>
        </w:rPr>
        <w:t xml:space="preserve">MEZI ZADAVATELEM A </w:t>
      </w:r>
      <w:r w:rsidR="008E2123">
        <w:rPr>
          <w:rFonts w:ascii="Arial" w:hAnsi="Arial" w:cs="Arial"/>
          <w:b/>
        </w:rPr>
        <w:t>ÚČASTNÍKEM</w:t>
      </w:r>
      <w:r w:rsidR="00B4612C" w:rsidRPr="004237FF">
        <w:rPr>
          <w:rFonts w:ascii="Arial" w:hAnsi="Arial" w:cs="Arial"/>
          <w:b/>
        </w:rPr>
        <w:t xml:space="preserve"> </w:t>
      </w:r>
      <w:r w:rsidR="0018354E">
        <w:rPr>
          <w:rFonts w:ascii="Arial" w:hAnsi="Arial" w:cs="Arial"/>
          <w:b/>
        </w:rPr>
        <w:t xml:space="preserve">ZADÁVACÍHO ŘÍZENÍ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6237"/>
      </w:tblGrid>
      <w:tr w:rsidR="00E4269C" w:rsidRPr="00BE2BA7" w14:paraId="356FD086" w14:textId="77777777" w:rsidTr="004237FF">
        <w:trPr>
          <w:trHeight w:val="690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BDF3F" w14:textId="77777777" w:rsidR="00E4269C" w:rsidRPr="001C0061" w:rsidRDefault="00C9644A" w:rsidP="00C9644A">
            <w:pPr>
              <w:rPr>
                <w:rFonts w:ascii="Arial" w:hAnsi="Arial" w:cs="Arial"/>
                <w:b/>
                <w:bCs/>
                <w:color w:val="7F7F7F"/>
                <w:sz w:val="22"/>
              </w:rPr>
            </w:pPr>
            <w:r>
              <w:rPr>
                <w:rFonts w:ascii="Arial" w:hAnsi="Arial" w:cs="Arial"/>
                <w:b/>
                <w:bCs/>
                <w:color w:val="7F7F7F"/>
                <w:sz w:val="22"/>
              </w:rPr>
              <w:t>Adresa elektronické pošty (</w:t>
            </w:r>
            <w:r w:rsidR="0018354E" w:rsidRPr="0018354E">
              <w:rPr>
                <w:rFonts w:ascii="Arial" w:hAnsi="Arial" w:cs="Arial"/>
                <w:b/>
                <w:bCs/>
                <w:color w:val="7F7F7F"/>
                <w:sz w:val="22"/>
              </w:rPr>
              <w:t>e-mail</w:t>
            </w:r>
            <w:r>
              <w:rPr>
                <w:rFonts w:ascii="Arial" w:hAnsi="Arial" w:cs="Arial"/>
                <w:b/>
                <w:bCs/>
                <w:color w:val="7F7F7F"/>
                <w:sz w:val="22"/>
              </w:rPr>
              <w:t>)</w:t>
            </w:r>
            <w:r w:rsidR="0018354E" w:rsidRPr="0018354E">
              <w:rPr>
                <w:rFonts w:ascii="Arial" w:hAnsi="Arial" w:cs="Arial"/>
                <w:b/>
                <w:bCs/>
                <w:color w:val="7F7F7F"/>
                <w:sz w:val="22"/>
              </w:rPr>
              <w:t xml:space="preserve"> 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0378D" w14:textId="77777777" w:rsidR="00E4269C" w:rsidRPr="00BE2BA7" w:rsidRDefault="00E4269C">
            <w:pPr>
              <w:rPr>
                <w:rFonts w:ascii="Arial" w:hAnsi="Arial" w:cs="Arial"/>
                <w:sz w:val="24"/>
              </w:rPr>
            </w:pPr>
          </w:p>
        </w:tc>
      </w:tr>
      <w:tr w:rsidR="004237FF" w:rsidRPr="00BE2BA7" w14:paraId="74709453" w14:textId="77777777" w:rsidTr="004237FF">
        <w:trPr>
          <w:trHeight w:val="385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9F7647" w14:textId="77777777" w:rsidR="004237FF" w:rsidRPr="001C0061" w:rsidRDefault="004237FF" w:rsidP="004900CA">
            <w:pPr>
              <w:rPr>
                <w:rFonts w:ascii="Arial" w:hAnsi="Arial" w:cs="Arial"/>
                <w:b/>
                <w:color w:val="7F7F7F"/>
                <w:sz w:val="22"/>
              </w:rPr>
            </w:pPr>
            <w:r>
              <w:rPr>
                <w:rFonts w:ascii="Arial" w:hAnsi="Arial" w:cs="Arial"/>
                <w:b/>
                <w:color w:val="7F7F7F"/>
                <w:sz w:val="22"/>
              </w:rPr>
              <w:t>Datová schránka</w:t>
            </w:r>
            <w:r w:rsidR="00626155" w:rsidRPr="00626155">
              <w:rPr>
                <w:rStyle w:val="Znakapoznpodarou"/>
                <w:rFonts w:ascii="Arial" w:hAnsi="Arial" w:cs="Arial"/>
                <w:sz w:val="24"/>
              </w:rPr>
              <w:footnoteReference w:id="1"/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95438" w14:textId="77777777" w:rsidR="004237FF" w:rsidRPr="00BE2BA7" w:rsidRDefault="004237FF">
            <w:pPr>
              <w:rPr>
                <w:rFonts w:ascii="Arial" w:hAnsi="Arial" w:cs="Arial"/>
                <w:sz w:val="24"/>
              </w:rPr>
            </w:pPr>
          </w:p>
        </w:tc>
      </w:tr>
      <w:tr w:rsidR="00E4269C" w:rsidRPr="00BE2BA7" w14:paraId="1268C22B" w14:textId="77777777" w:rsidTr="00A9144B">
        <w:trPr>
          <w:cantSplit/>
          <w:trHeight w:val="279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F725E5" w14:textId="77777777" w:rsidR="00E4269C" w:rsidRPr="001C0061" w:rsidRDefault="00E4269C" w:rsidP="00626155">
            <w:pPr>
              <w:rPr>
                <w:rFonts w:ascii="Arial" w:hAnsi="Arial" w:cs="Arial"/>
                <w:b/>
                <w:color w:val="7F7F7F"/>
                <w:sz w:val="22"/>
              </w:rPr>
            </w:pPr>
            <w:r w:rsidRPr="001C0061">
              <w:rPr>
                <w:rFonts w:ascii="Arial" w:hAnsi="Arial" w:cs="Arial"/>
                <w:b/>
                <w:color w:val="7F7F7F"/>
                <w:sz w:val="22"/>
              </w:rPr>
              <w:t>Upozornění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591D7" w14:textId="77777777" w:rsidR="00E4269C" w:rsidRPr="00121E65" w:rsidRDefault="00E4269C" w:rsidP="00C67729">
            <w:pPr>
              <w:rPr>
                <w:rFonts w:ascii="Arial" w:hAnsi="Arial" w:cs="Arial"/>
                <w:sz w:val="18"/>
                <w:szCs w:val="18"/>
              </w:rPr>
            </w:pPr>
            <w:r w:rsidRPr="00121E65">
              <w:rPr>
                <w:rFonts w:ascii="Arial" w:hAnsi="Arial" w:cs="Arial"/>
                <w:sz w:val="18"/>
                <w:szCs w:val="18"/>
              </w:rPr>
              <w:t xml:space="preserve">Doručení písemnosti na uvedenou </w:t>
            </w:r>
            <w:r w:rsidR="0018354E">
              <w:rPr>
                <w:rFonts w:ascii="Arial" w:hAnsi="Arial" w:cs="Arial"/>
                <w:sz w:val="18"/>
                <w:szCs w:val="18"/>
              </w:rPr>
              <w:t xml:space="preserve">elektronickou </w:t>
            </w:r>
            <w:r w:rsidRPr="00121E65">
              <w:rPr>
                <w:rFonts w:ascii="Arial" w:hAnsi="Arial" w:cs="Arial"/>
                <w:sz w:val="18"/>
                <w:szCs w:val="18"/>
              </w:rPr>
              <w:t>adresu</w:t>
            </w:r>
            <w:r w:rsidR="00121E65" w:rsidRPr="00121E65">
              <w:rPr>
                <w:rFonts w:ascii="Arial" w:hAnsi="Arial" w:cs="Arial"/>
                <w:sz w:val="18"/>
                <w:szCs w:val="18"/>
              </w:rPr>
              <w:t xml:space="preserve"> nebo do datové schránky</w:t>
            </w:r>
            <w:r w:rsidRPr="00121E65">
              <w:rPr>
                <w:rFonts w:ascii="Arial" w:hAnsi="Arial" w:cs="Arial"/>
                <w:sz w:val="18"/>
                <w:szCs w:val="18"/>
              </w:rPr>
              <w:t xml:space="preserve"> se považuje za doručení </w:t>
            </w:r>
            <w:r w:rsidR="00121E65" w:rsidRPr="00121E65">
              <w:rPr>
                <w:rFonts w:ascii="Arial" w:hAnsi="Arial" w:cs="Arial"/>
                <w:sz w:val="18"/>
                <w:szCs w:val="18"/>
              </w:rPr>
              <w:t xml:space="preserve">účastníkovi </w:t>
            </w:r>
            <w:r w:rsidR="00626155">
              <w:rPr>
                <w:rFonts w:ascii="Arial" w:hAnsi="Arial" w:cs="Arial"/>
                <w:sz w:val="18"/>
                <w:szCs w:val="18"/>
              </w:rPr>
              <w:t xml:space="preserve">zadávacího </w:t>
            </w:r>
            <w:r w:rsidR="00121E65" w:rsidRPr="00121E65">
              <w:rPr>
                <w:rFonts w:ascii="Arial" w:hAnsi="Arial" w:cs="Arial"/>
                <w:sz w:val="18"/>
                <w:szCs w:val="18"/>
              </w:rPr>
              <w:t>řízení</w:t>
            </w:r>
            <w:r w:rsidRPr="00121E65">
              <w:rPr>
                <w:rFonts w:ascii="Arial" w:hAnsi="Arial" w:cs="Arial"/>
                <w:sz w:val="18"/>
                <w:szCs w:val="18"/>
              </w:rPr>
              <w:t xml:space="preserve">. </w:t>
            </w:r>
          </w:p>
        </w:tc>
      </w:tr>
    </w:tbl>
    <w:p w14:paraId="57EDB606" w14:textId="77777777" w:rsidR="00A53C40" w:rsidRDefault="00A53C40" w:rsidP="00AE1D1C">
      <w:pPr>
        <w:rPr>
          <w:rFonts w:ascii="Arial" w:hAnsi="Arial" w:cs="Arial"/>
          <w:b/>
        </w:rPr>
      </w:pPr>
    </w:p>
    <w:p w14:paraId="556CEC2E" w14:textId="77777777" w:rsidR="0018354E" w:rsidRDefault="0018354E" w:rsidP="00AE1D1C">
      <w:pPr>
        <w:rPr>
          <w:rFonts w:ascii="Arial" w:hAnsi="Arial" w:cs="Arial"/>
          <w:b/>
        </w:rPr>
      </w:pPr>
    </w:p>
    <w:p w14:paraId="56EEEF09" w14:textId="3525DC24" w:rsidR="00C67729" w:rsidRDefault="00C67729">
      <w:pPr>
        <w:rPr>
          <w:rFonts w:ascii="Arial" w:hAnsi="Arial" w:cs="Arial"/>
          <w:i/>
        </w:rPr>
      </w:pPr>
    </w:p>
    <w:p w14:paraId="087B2B38" w14:textId="7835CA86" w:rsidR="001A791E" w:rsidRDefault="001A791E">
      <w:pPr>
        <w:rPr>
          <w:rFonts w:ascii="Arial" w:hAnsi="Arial" w:cs="Arial"/>
          <w:i/>
        </w:rPr>
      </w:pPr>
    </w:p>
    <w:p w14:paraId="42A765F3" w14:textId="2AFEEB14" w:rsidR="001A791E" w:rsidRDefault="001A791E">
      <w:pPr>
        <w:rPr>
          <w:rFonts w:ascii="Arial" w:hAnsi="Arial" w:cs="Arial"/>
          <w:i/>
        </w:rPr>
      </w:pPr>
    </w:p>
    <w:p w14:paraId="108D22E7" w14:textId="1180BA15" w:rsidR="001A791E" w:rsidRDefault="001A791E">
      <w:pPr>
        <w:rPr>
          <w:rFonts w:ascii="Arial" w:hAnsi="Arial" w:cs="Arial"/>
          <w:i/>
        </w:rPr>
      </w:pPr>
    </w:p>
    <w:p w14:paraId="126F7A05" w14:textId="59A8C2BE" w:rsidR="001A791E" w:rsidRDefault="001A791E">
      <w:pPr>
        <w:rPr>
          <w:rFonts w:ascii="Arial" w:hAnsi="Arial" w:cs="Arial"/>
          <w:i/>
        </w:rPr>
      </w:pPr>
    </w:p>
    <w:p w14:paraId="3A43E451" w14:textId="599AC37A" w:rsidR="001A791E" w:rsidRDefault="001A791E">
      <w:pPr>
        <w:rPr>
          <w:rFonts w:ascii="Arial" w:hAnsi="Arial" w:cs="Arial"/>
          <w:i/>
        </w:rPr>
      </w:pPr>
    </w:p>
    <w:p w14:paraId="214A072C" w14:textId="77777777" w:rsidR="001A791E" w:rsidRDefault="001A791E">
      <w:pPr>
        <w:rPr>
          <w:rFonts w:ascii="Arial" w:hAnsi="Arial" w:cs="Arial"/>
          <w:i/>
        </w:rPr>
      </w:pPr>
    </w:p>
    <w:p w14:paraId="27550570" w14:textId="77777777" w:rsidR="001A20D6" w:rsidRDefault="00121E65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</w:p>
    <w:p w14:paraId="03BE5303" w14:textId="77777777" w:rsidR="00E25BA4" w:rsidRDefault="00E25BA4">
      <w:pPr>
        <w:rPr>
          <w:rFonts w:ascii="Arial" w:hAnsi="Arial" w:cs="Arial"/>
          <w:sz w:val="24"/>
        </w:rPr>
      </w:pPr>
    </w:p>
    <w:p w14:paraId="37834BD8" w14:textId="77777777" w:rsidR="00617776" w:rsidRDefault="00617776">
      <w:pPr>
        <w:rPr>
          <w:rFonts w:ascii="Arial" w:hAnsi="Arial" w:cs="Arial"/>
          <w:sz w:val="24"/>
        </w:rPr>
      </w:pPr>
    </w:p>
    <w:p w14:paraId="43016852" w14:textId="77777777" w:rsidR="00E25BA4" w:rsidRDefault="00E25BA4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</w:p>
    <w:p w14:paraId="280BFD3D" w14:textId="77777777" w:rsidR="00C9644A" w:rsidRDefault="00C9644A" w:rsidP="00C9644A">
      <w:pPr>
        <w:ind w:left="4320"/>
        <w:rPr>
          <w:rFonts w:ascii="Arial" w:hAnsi="Arial" w:cs="Arial"/>
          <w:b/>
          <w:i/>
          <w:sz w:val="24"/>
          <w:u w:val="single"/>
        </w:rPr>
      </w:pPr>
    </w:p>
    <w:p w14:paraId="6EFED2C4" w14:textId="77777777" w:rsidR="00E4269C" w:rsidRDefault="009D4F1B" w:rsidP="00C9644A">
      <w:pPr>
        <w:ind w:left="4320"/>
        <w:rPr>
          <w:rFonts w:ascii="Arial" w:hAnsi="Arial" w:cs="Arial"/>
          <w:sz w:val="24"/>
        </w:rPr>
      </w:pPr>
      <w:r>
        <w:rPr>
          <w:rFonts w:ascii="Arial" w:hAnsi="Arial" w:cs="Arial"/>
          <w:b/>
          <w:i/>
          <w:sz w:val="24"/>
          <w:u w:val="single"/>
        </w:rPr>
        <w:t>Jméno a p</w:t>
      </w:r>
      <w:r w:rsidR="0018354E">
        <w:rPr>
          <w:rFonts w:ascii="Arial" w:hAnsi="Arial" w:cs="Arial"/>
          <w:b/>
          <w:i/>
          <w:sz w:val="24"/>
          <w:u w:val="single"/>
        </w:rPr>
        <w:t xml:space="preserve">odpis </w:t>
      </w:r>
      <w:r w:rsidR="00C9644A">
        <w:rPr>
          <w:rFonts w:ascii="Arial" w:hAnsi="Arial" w:cs="Arial"/>
          <w:b/>
          <w:i/>
          <w:sz w:val="24"/>
          <w:u w:val="single"/>
        </w:rPr>
        <w:t xml:space="preserve">oprávněné osoby </w:t>
      </w:r>
      <w:r w:rsidR="0018354E">
        <w:rPr>
          <w:rFonts w:ascii="Arial" w:hAnsi="Arial" w:cs="Arial"/>
          <w:b/>
          <w:i/>
          <w:sz w:val="24"/>
          <w:u w:val="single"/>
        </w:rPr>
        <w:t>účastníka zadávacího řízení</w:t>
      </w:r>
      <w:r w:rsidR="00626155">
        <w:rPr>
          <w:rStyle w:val="Znakapoznpodarou"/>
          <w:rFonts w:ascii="Arial" w:hAnsi="Arial" w:cs="Arial"/>
          <w:b/>
          <w:i/>
          <w:sz w:val="24"/>
          <w:u w:val="single"/>
        </w:rPr>
        <w:footnoteReference w:id="2"/>
      </w:r>
      <w:r w:rsidR="0018354E">
        <w:rPr>
          <w:rFonts w:ascii="Arial" w:hAnsi="Arial" w:cs="Arial"/>
          <w:b/>
          <w:i/>
          <w:sz w:val="24"/>
          <w:u w:val="single"/>
        </w:rPr>
        <w:t xml:space="preserve"> </w:t>
      </w:r>
      <w:r w:rsidR="004237FF" w:rsidRPr="00121E65">
        <w:rPr>
          <w:rFonts w:ascii="Arial" w:hAnsi="Arial" w:cs="Arial"/>
          <w:sz w:val="24"/>
        </w:rPr>
        <w:t xml:space="preserve">   </w:t>
      </w:r>
      <w:r w:rsidR="00121E65" w:rsidRPr="00121E65">
        <w:rPr>
          <w:rFonts w:ascii="Arial" w:hAnsi="Arial" w:cs="Arial"/>
          <w:sz w:val="24"/>
        </w:rPr>
        <w:t xml:space="preserve">   </w:t>
      </w:r>
      <w:r w:rsidR="004237FF" w:rsidRPr="00121E65">
        <w:rPr>
          <w:rFonts w:ascii="Arial" w:hAnsi="Arial" w:cs="Arial"/>
          <w:sz w:val="24"/>
        </w:rPr>
        <w:t xml:space="preserve">   </w:t>
      </w:r>
    </w:p>
    <w:p w14:paraId="40E89F97" w14:textId="77777777" w:rsidR="00C9644A" w:rsidRDefault="00C9644A" w:rsidP="00C964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0E0E0"/>
        <w:jc w:val="center"/>
        <w:rPr>
          <w:rFonts w:ascii="Arial Black" w:hAnsi="Arial Black" w:cs="Arial"/>
          <w:b/>
          <w:bCs/>
          <w:sz w:val="56"/>
          <w:szCs w:val="56"/>
        </w:rPr>
      </w:pPr>
      <w:r w:rsidRPr="00C9644A">
        <w:rPr>
          <w:rFonts w:ascii="Arial Black" w:hAnsi="Arial Black" w:cs="Arial"/>
          <w:b/>
          <w:bCs/>
          <w:sz w:val="56"/>
          <w:szCs w:val="56"/>
        </w:rPr>
        <w:lastRenderedPageBreak/>
        <w:t>KRYCÍ LIST NABÍDKY</w:t>
      </w:r>
    </w:p>
    <w:p w14:paraId="373F3D65" w14:textId="77777777" w:rsidR="00C9644A" w:rsidRPr="0026582A" w:rsidRDefault="00C9644A" w:rsidP="00C964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0E0E0"/>
        <w:jc w:val="center"/>
        <w:rPr>
          <w:rFonts w:ascii="Arial Black" w:hAnsi="Arial Black" w:cs="Arial"/>
          <w:bCs/>
        </w:rPr>
      </w:pPr>
      <w:r w:rsidRPr="0026582A">
        <w:rPr>
          <w:rFonts w:ascii="Arial Black" w:hAnsi="Arial Black" w:cs="Arial"/>
          <w:b/>
          <w:bCs/>
        </w:rPr>
        <w:t>(</w:t>
      </w:r>
      <w:r w:rsidRPr="0026582A">
        <w:rPr>
          <w:rFonts w:ascii="Arial Black" w:hAnsi="Arial Black" w:cs="Arial"/>
          <w:bCs/>
        </w:rPr>
        <w:t>použije se pouze v případě společné nabídky více dodavatelů)</w:t>
      </w:r>
    </w:p>
    <w:p w14:paraId="102327DB" w14:textId="77777777" w:rsidR="00C9644A" w:rsidRPr="00AE1D1C" w:rsidRDefault="00C9644A" w:rsidP="00C9644A">
      <w:pPr>
        <w:jc w:val="center"/>
        <w:rPr>
          <w:rFonts w:ascii="Arial Black" w:hAnsi="Arial Black"/>
          <w:sz w:val="12"/>
          <w:szCs w:val="12"/>
          <w:u w:val="single"/>
        </w:rPr>
      </w:pPr>
    </w:p>
    <w:p w14:paraId="2FBCC012" w14:textId="77777777" w:rsidR="00C9644A" w:rsidRDefault="00C9644A" w:rsidP="00C9644A">
      <w:pPr>
        <w:spacing w:line="256" w:lineRule="auto"/>
        <w:ind w:right="51"/>
        <w:jc w:val="center"/>
        <w:rPr>
          <w:rFonts w:ascii="Arial Black" w:hAnsi="Arial Black"/>
          <w:b/>
          <w:color w:val="0070C0"/>
          <w:sz w:val="40"/>
        </w:rPr>
      </w:pPr>
    </w:p>
    <w:p w14:paraId="77213F43" w14:textId="2B6A7F90" w:rsidR="00C9644A" w:rsidRPr="00810FC9" w:rsidRDefault="00EF3D6B" w:rsidP="0026582A">
      <w:pPr>
        <w:spacing w:line="256" w:lineRule="auto"/>
        <w:ind w:right="51"/>
        <w:jc w:val="center"/>
        <w:rPr>
          <w:rFonts w:ascii="Arial Black" w:hAnsi="Arial Black"/>
          <w:b/>
          <w:sz w:val="28"/>
          <w:szCs w:val="28"/>
        </w:rPr>
      </w:pPr>
      <w:r>
        <w:rPr>
          <w:rFonts w:ascii="Arial Black" w:hAnsi="Arial Black"/>
          <w:sz w:val="28"/>
          <w:szCs w:val="28"/>
        </w:rPr>
        <w:t>Laparoskopic</w:t>
      </w:r>
      <w:r w:rsidR="00AF5611" w:rsidRPr="00810FC9">
        <w:rPr>
          <w:rFonts w:ascii="Arial Black" w:hAnsi="Arial Black"/>
          <w:sz w:val="28"/>
          <w:szCs w:val="28"/>
        </w:rPr>
        <w:t>ká věž včetně instrumentária pro metabolickou chirurgii</w:t>
      </w:r>
      <w:r w:rsidR="0026582A" w:rsidRPr="00810FC9">
        <w:rPr>
          <w:rFonts w:ascii="Arial Black" w:hAnsi="Arial Black"/>
          <w:b/>
          <w:sz w:val="28"/>
          <w:szCs w:val="28"/>
        </w:rPr>
        <w:t xml:space="preserve"> </w:t>
      </w:r>
    </w:p>
    <w:p w14:paraId="5184ED8B" w14:textId="77777777" w:rsidR="00C9644A" w:rsidRPr="004237FF" w:rsidRDefault="00C9644A" w:rsidP="00C9644A">
      <w:pPr>
        <w:jc w:val="center"/>
        <w:rPr>
          <w:rFonts w:ascii="Arial Black" w:hAnsi="Arial Black"/>
          <w:sz w:val="12"/>
          <w:szCs w:val="12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2977"/>
        <w:gridCol w:w="709"/>
        <w:gridCol w:w="2551"/>
      </w:tblGrid>
      <w:tr w:rsidR="00C9644A" w:rsidRPr="00BE2BA7" w14:paraId="0331E15C" w14:textId="77777777" w:rsidTr="00697CBF">
        <w:trPr>
          <w:trHeight w:val="615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9BF3D" w14:textId="77777777" w:rsidR="00C9644A" w:rsidRPr="00121E65" w:rsidRDefault="00C9644A" w:rsidP="00697CBF">
            <w:pPr>
              <w:jc w:val="center"/>
              <w:rPr>
                <w:rFonts w:ascii="Arial" w:hAnsi="Arial" w:cs="Arial"/>
                <w:b/>
                <w:color w:val="7F7F7F"/>
                <w:sz w:val="24"/>
              </w:rPr>
            </w:pPr>
            <w:r>
              <w:rPr>
                <w:rFonts w:ascii="Arial" w:hAnsi="Arial" w:cs="Arial"/>
                <w:b/>
                <w:color w:val="7F7F7F"/>
                <w:sz w:val="24"/>
              </w:rPr>
              <w:t xml:space="preserve">ÚČASTNÍK 1 ZADÁVACÍHO ŘÍZENÍ </w:t>
            </w:r>
            <w:r w:rsidRPr="001C0061">
              <w:rPr>
                <w:rFonts w:ascii="Arial" w:hAnsi="Arial" w:cs="Arial"/>
                <w:color w:val="7F7F7F"/>
                <w:sz w:val="24"/>
              </w:rPr>
              <w:t>(obchodní firma</w:t>
            </w:r>
            <w:r>
              <w:rPr>
                <w:rFonts w:ascii="Arial" w:hAnsi="Arial" w:cs="Arial"/>
                <w:color w:val="7F7F7F"/>
                <w:sz w:val="24"/>
              </w:rPr>
              <w:t>)</w:t>
            </w:r>
          </w:p>
        </w:tc>
        <w:tc>
          <w:tcPr>
            <w:tcW w:w="6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A8DE1" w14:textId="77777777" w:rsidR="00C9644A" w:rsidRPr="00BE2BA7" w:rsidRDefault="00C9644A" w:rsidP="00697CBF">
            <w:pPr>
              <w:rPr>
                <w:rFonts w:ascii="Arial" w:hAnsi="Arial" w:cs="Arial"/>
                <w:sz w:val="24"/>
              </w:rPr>
            </w:pPr>
          </w:p>
        </w:tc>
      </w:tr>
      <w:tr w:rsidR="00C9644A" w:rsidRPr="00BE2BA7" w14:paraId="26BAC634" w14:textId="77777777" w:rsidTr="00697CBF">
        <w:trPr>
          <w:trHeight w:val="768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9F3A33" w14:textId="77777777" w:rsidR="00C9644A" w:rsidRPr="001C0061" w:rsidRDefault="00C9644A" w:rsidP="00697CBF">
            <w:pPr>
              <w:jc w:val="center"/>
              <w:rPr>
                <w:rFonts w:ascii="Arial" w:hAnsi="Arial" w:cs="Arial"/>
                <w:b/>
                <w:color w:val="7F7F7F"/>
                <w:sz w:val="24"/>
              </w:rPr>
            </w:pPr>
            <w:r w:rsidRPr="001C0061">
              <w:rPr>
                <w:rFonts w:ascii="Arial" w:hAnsi="Arial" w:cs="Arial"/>
                <w:b/>
                <w:color w:val="7F7F7F"/>
                <w:sz w:val="24"/>
              </w:rPr>
              <w:t>Sídlo</w:t>
            </w:r>
          </w:p>
          <w:p w14:paraId="16887DB7" w14:textId="77777777" w:rsidR="00C9644A" w:rsidRPr="004237FF" w:rsidRDefault="00C9644A" w:rsidP="00697CBF">
            <w:pPr>
              <w:rPr>
                <w:rFonts w:ascii="Arial" w:hAnsi="Arial" w:cs="Arial"/>
                <w:color w:val="7F7F7F"/>
                <w:sz w:val="24"/>
              </w:rPr>
            </w:pPr>
            <w:r w:rsidRPr="001C0061">
              <w:rPr>
                <w:rFonts w:ascii="Arial" w:hAnsi="Arial" w:cs="Arial"/>
                <w:color w:val="7F7F7F"/>
                <w:sz w:val="24"/>
              </w:rPr>
              <w:t>(celá adresa včetně PSČ)</w:t>
            </w:r>
          </w:p>
        </w:tc>
        <w:tc>
          <w:tcPr>
            <w:tcW w:w="6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B8F07" w14:textId="77777777" w:rsidR="00C9644A" w:rsidRPr="00BE2BA7" w:rsidRDefault="00C9644A" w:rsidP="00697CBF">
            <w:pPr>
              <w:rPr>
                <w:rFonts w:ascii="Arial" w:hAnsi="Arial" w:cs="Arial"/>
                <w:sz w:val="24"/>
              </w:rPr>
            </w:pPr>
          </w:p>
        </w:tc>
      </w:tr>
      <w:tr w:rsidR="00C9644A" w:rsidRPr="00BE2BA7" w14:paraId="2C5444AF" w14:textId="77777777" w:rsidTr="00697CBF">
        <w:trPr>
          <w:cantSplit/>
          <w:trHeight w:val="426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527761" w14:textId="77777777" w:rsidR="00C9644A" w:rsidRPr="001C0061" w:rsidRDefault="00C9644A" w:rsidP="00697CBF">
            <w:pPr>
              <w:jc w:val="center"/>
              <w:rPr>
                <w:rFonts w:ascii="Arial" w:hAnsi="Arial" w:cs="Arial"/>
                <w:b/>
                <w:color w:val="7F7F7F"/>
                <w:sz w:val="24"/>
              </w:rPr>
            </w:pPr>
            <w:r>
              <w:rPr>
                <w:rFonts w:ascii="Arial" w:hAnsi="Arial" w:cs="Arial"/>
                <w:b/>
                <w:color w:val="7F7F7F"/>
                <w:sz w:val="24"/>
              </w:rPr>
              <w:t>IČ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AB0D0" w14:textId="77777777" w:rsidR="00C9644A" w:rsidRPr="00BE2BA7" w:rsidRDefault="00C9644A" w:rsidP="00697CBF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1DD69C" w14:textId="77777777" w:rsidR="00C9644A" w:rsidRPr="0018354E" w:rsidRDefault="00C9644A" w:rsidP="00697CBF">
            <w:pPr>
              <w:rPr>
                <w:rFonts w:ascii="Arial" w:hAnsi="Arial" w:cs="Arial"/>
                <w:b/>
                <w:color w:val="7F7F7F"/>
                <w:sz w:val="24"/>
              </w:rPr>
            </w:pPr>
            <w:r>
              <w:rPr>
                <w:rFonts w:ascii="Arial" w:hAnsi="Arial" w:cs="Arial"/>
                <w:b/>
                <w:color w:val="7F7F7F"/>
                <w:sz w:val="24"/>
              </w:rPr>
              <w:t>DIČ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ED73E" w14:textId="77777777" w:rsidR="00C9644A" w:rsidRPr="00BE2BA7" w:rsidRDefault="00C9644A" w:rsidP="00697CBF">
            <w:pPr>
              <w:rPr>
                <w:rFonts w:ascii="Arial" w:hAnsi="Arial" w:cs="Arial"/>
                <w:sz w:val="24"/>
              </w:rPr>
            </w:pPr>
          </w:p>
        </w:tc>
      </w:tr>
      <w:tr w:rsidR="00C9644A" w:rsidRPr="00BE2BA7" w14:paraId="08757877" w14:textId="77777777" w:rsidTr="00697CBF">
        <w:trPr>
          <w:cantSplit/>
          <w:trHeight w:val="423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DBBB47" w14:textId="77777777" w:rsidR="00C9644A" w:rsidRPr="001C0061" w:rsidRDefault="00C9644A" w:rsidP="00697CBF">
            <w:pPr>
              <w:jc w:val="center"/>
              <w:rPr>
                <w:rFonts w:ascii="Arial" w:hAnsi="Arial" w:cs="Arial"/>
                <w:b/>
                <w:color w:val="7F7F7F"/>
                <w:sz w:val="24"/>
              </w:rPr>
            </w:pPr>
            <w:r w:rsidRPr="001C0061">
              <w:rPr>
                <w:rFonts w:ascii="Arial" w:hAnsi="Arial" w:cs="Arial"/>
                <w:b/>
                <w:color w:val="7F7F7F"/>
                <w:sz w:val="24"/>
              </w:rPr>
              <w:t>Kontaktní osoba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C5422" w14:textId="77777777" w:rsidR="00C9644A" w:rsidRPr="00BE2BA7" w:rsidRDefault="00C9644A" w:rsidP="00697CBF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45ED1" w14:textId="77777777" w:rsidR="00C9644A" w:rsidRPr="00BE2BA7" w:rsidRDefault="00C9644A" w:rsidP="00697CBF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tel.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62FD2" w14:textId="77777777" w:rsidR="00C9644A" w:rsidRPr="00BE2BA7" w:rsidRDefault="00C9644A" w:rsidP="00697CBF">
            <w:pPr>
              <w:rPr>
                <w:rFonts w:ascii="Arial" w:hAnsi="Arial" w:cs="Arial"/>
                <w:sz w:val="24"/>
              </w:rPr>
            </w:pPr>
          </w:p>
        </w:tc>
      </w:tr>
    </w:tbl>
    <w:p w14:paraId="1D9B134C" w14:textId="77777777" w:rsidR="00C9644A" w:rsidRDefault="00C9644A" w:rsidP="00C9644A">
      <w:pPr>
        <w:rPr>
          <w:rFonts w:ascii="Arial" w:hAnsi="Arial" w:cs="Arial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2977"/>
        <w:gridCol w:w="709"/>
        <w:gridCol w:w="2551"/>
      </w:tblGrid>
      <w:tr w:rsidR="00C9644A" w:rsidRPr="00BE2BA7" w14:paraId="3E9532D7" w14:textId="77777777" w:rsidTr="00697CBF">
        <w:trPr>
          <w:trHeight w:val="615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400893" w14:textId="77777777" w:rsidR="00C9644A" w:rsidRPr="00121E65" w:rsidRDefault="00C9644A" w:rsidP="00C9644A">
            <w:pPr>
              <w:jc w:val="center"/>
              <w:rPr>
                <w:rFonts w:ascii="Arial" w:hAnsi="Arial" w:cs="Arial"/>
                <w:b/>
                <w:color w:val="7F7F7F"/>
                <w:sz w:val="24"/>
              </w:rPr>
            </w:pPr>
            <w:r>
              <w:rPr>
                <w:rFonts w:ascii="Arial" w:hAnsi="Arial" w:cs="Arial"/>
                <w:b/>
                <w:color w:val="7F7F7F"/>
                <w:sz w:val="24"/>
              </w:rPr>
              <w:t xml:space="preserve">ÚČASTNÍK 2 ZADÁVACÍHO ŘÍZENÍ </w:t>
            </w:r>
            <w:r w:rsidRPr="001C0061">
              <w:rPr>
                <w:rFonts w:ascii="Arial" w:hAnsi="Arial" w:cs="Arial"/>
                <w:color w:val="7F7F7F"/>
                <w:sz w:val="24"/>
              </w:rPr>
              <w:t>(obchodní firma</w:t>
            </w:r>
            <w:r>
              <w:rPr>
                <w:rFonts w:ascii="Arial" w:hAnsi="Arial" w:cs="Arial"/>
                <w:color w:val="7F7F7F"/>
                <w:sz w:val="24"/>
              </w:rPr>
              <w:t>)</w:t>
            </w:r>
          </w:p>
        </w:tc>
        <w:tc>
          <w:tcPr>
            <w:tcW w:w="6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5D18E" w14:textId="77777777" w:rsidR="00C9644A" w:rsidRPr="00BE2BA7" w:rsidRDefault="00C9644A" w:rsidP="00697CBF">
            <w:pPr>
              <w:rPr>
                <w:rFonts w:ascii="Arial" w:hAnsi="Arial" w:cs="Arial"/>
                <w:sz w:val="24"/>
              </w:rPr>
            </w:pPr>
          </w:p>
        </w:tc>
      </w:tr>
      <w:tr w:rsidR="00C9644A" w:rsidRPr="00BE2BA7" w14:paraId="05981E3A" w14:textId="77777777" w:rsidTr="00697CBF">
        <w:trPr>
          <w:trHeight w:val="768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CC3E7D" w14:textId="77777777" w:rsidR="00C9644A" w:rsidRPr="001C0061" w:rsidRDefault="00C9644A" w:rsidP="00697CBF">
            <w:pPr>
              <w:jc w:val="center"/>
              <w:rPr>
                <w:rFonts w:ascii="Arial" w:hAnsi="Arial" w:cs="Arial"/>
                <w:b/>
                <w:color w:val="7F7F7F"/>
                <w:sz w:val="24"/>
              </w:rPr>
            </w:pPr>
            <w:r w:rsidRPr="001C0061">
              <w:rPr>
                <w:rFonts w:ascii="Arial" w:hAnsi="Arial" w:cs="Arial"/>
                <w:b/>
                <w:color w:val="7F7F7F"/>
                <w:sz w:val="24"/>
              </w:rPr>
              <w:t>Sídlo</w:t>
            </w:r>
          </w:p>
          <w:p w14:paraId="42864030" w14:textId="77777777" w:rsidR="00C9644A" w:rsidRPr="004237FF" w:rsidRDefault="00C9644A" w:rsidP="00697CBF">
            <w:pPr>
              <w:rPr>
                <w:rFonts w:ascii="Arial" w:hAnsi="Arial" w:cs="Arial"/>
                <w:color w:val="7F7F7F"/>
                <w:sz w:val="24"/>
              </w:rPr>
            </w:pPr>
            <w:r w:rsidRPr="001C0061">
              <w:rPr>
                <w:rFonts w:ascii="Arial" w:hAnsi="Arial" w:cs="Arial"/>
                <w:color w:val="7F7F7F"/>
                <w:sz w:val="24"/>
              </w:rPr>
              <w:t>(celá adresa včetně PSČ)</w:t>
            </w:r>
          </w:p>
        </w:tc>
        <w:tc>
          <w:tcPr>
            <w:tcW w:w="6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9582A" w14:textId="77777777" w:rsidR="00C9644A" w:rsidRPr="00BE2BA7" w:rsidRDefault="00C9644A" w:rsidP="00697CBF">
            <w:pPr>
              <w:rPr>
                <w:rFonts w:ascii="Arial" w:hAnsi="Arial" w:cs="Arial"/>
                <w:sz w:val="24"/>
              </w:rPr>
            </w:pPr>
          </w:p>
        </w:tc>
      </w:tr>
      <w:tr w:rsidR="00C9644A" w:rsidRPr="00BE2BA7" w14:paraId="1E892CC0" w14:textId="77777777" w:rsidTr="00697CBF">
        <w:trPr>
          <w:cantSplit/>
          <w:trHeight w:val="426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CC37D1" w14:textId="77777777" w:rsidR="00C9644A" w:rsidRPr="001C0061" w:rsidRDefault="00C9644A" w:rsidP="00697CBF">
            <w:pPr>
              <w:jc w:val="center"/>
              <w:rPr>
                <w:rFonts w:ascii="Arial" w:hAnsi="Arial" w:cs="Arial"/>
                <w:b/>
                <w:color w:val="7F7F7F"/>
                <w:sz w:val="24"/>
              </w:rPr>
            </w:pPr>
            <w:r>
              <w:rPr>
                <w:rFonts w:ascii="Arial" w:hAnsi="Arial" w:cs="Arial"/>
                <w:b/>
                <w:color w:val="7F7F7F"/>
                <w:sz w:val="24"/>
              </w:rPr>
              <w:t>IČ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60EDD" w14:textId="77777777" w:rsidR="00C9644A" w:rsidRPr="00BE2BA7" w:rsidRDefault="00C9644A" w:rsidP="00697CBF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F50822" w14:textId="77777777" w:rsidR="00C9644A" w:rsidRPr="0018354E" w:rsidRDefault="00C9644A" w:rsidP="00697CBF">
            <w:pPr>
              <w:rPr>
                <w:rFonts w:ascii="Arial" w:hAnsi="Arial" w:cs="Arial"/>
                <w:b/>
                <w:color w:val="7F7F7F"/>
                <w:sz w:val="24"/>
              </w:rPr>
            </w:pPr>
            <w:r>
              <w:rPr>
                <w:rFonts w:ascii="Arial" w:hAnsi="Arial" w:cs="Arial"/>
                <w:b/>
                <w:color w:val="7F7F7F"/>
                <w:sz w:val="24"/>
              </w:rPr>
              <w:t>DIČ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5BDA4" w14:textId="77777777" w:rsidR="00C9644A" w:rsidRPr="00BE2BA7" w:rsidRDefault="00C9644A" w:rsidP="00697CBF">
            <w:pPr>
              <w:rPr>
                <w:rFonts w:ascii="Arial" w:hAnsi="Arial" w:cs="Arial"/>
                <w:sz w:val="24"/>
              </w:rPr>
            </w:pPr>
          </w:p>
        </w:tc>
      </w:tr>
      <w:tr w:rsidR="00C9644A" w:rsidRPr="00BE2BA7" w14:paraId="7D802C2E" w14:textId="77777777" w:rsidTr="00697CBF">
        <w:trPr>
          <w:cantSplit/>
          <w:trHeight w:val="423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867202" w14:textId="77777777" w:rsidR="00C9644A" w:rsidRPr="001C0061" w:rsidRDefault="00C9644A" w:rsidP="00697CBF">
            <w:pPr>
              <w:jc w:val="center"/>
              <w:rPr>
                <w:rFonts w:ascii="Arial" w:hAnsi="Arial" w:cs="Arial"/>
                <w:b/>
                <w:color w:val="7F7F7F"/>
                <w:sz w:val="24"/>
              </w:rPr>
            </w:pPr>
            <w:r w:rsidRPr="001C0061">
              <w:rPr>
                <w:rFonts w:ascii="Arial" w:hAnsi="Arial" w:cs="Arial"/>
                <w:b/>
                <w:color w:val="7F7F7F"/>
                <w:sz w:val="24"/>
              </w:rPr>
              <w:t>Kontaktní osoba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0694E" w14:textId="77777777" w:rsidR="00C9644A" w:rsidRPr="00BE2BA7" w:rsidRDefault="00C9644A" w:rsidP="00697CBF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4A01D" w14:textId="77777777" w:rsidR="00C9644A" w:rsidRPr="00BE2BA7" w:rsidRDefault="00C9644A" w:rsidP="00697CBF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tel.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F5D03" w14:textId="77777777" w:rsidR="00C9644A" w:rsidRPr="00BE2BA7" w:rsidRDefault="00C9644A" w:rsidP="00697CBF">
            <w:pPr>
              <w:rPr>
                <w:rFonts w:ascii="Arial" w:hAnsi="Arial" w:cs="Arial"/>
                <w:sz w:val="24"/>
              </w:rPr>
            </w:pPr>
          </w:p>
        </w:tc>
      </w:tr>
    </w:tbl>
    <w:p w14:paraId="392BD6B9" w14:textId="77777777" w:rsidR="00C9644A" w:rsidRDefault="00C9644A" w:rsidP="00C9644A">
      <w:pPr>
        <w:rPr>
          <w:rFonts w:ascii="Arial" w:hAnsi="Arial" w:cs="Arial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2977"/>
        <w:gridCol w:w="709"/>
        <w:gridCol w:w="2551"/>
      </w:tblGrid>
      <w:tr w:rsidR="00C9644A" w:rsidRPr="00BE2BA7" w14:paraId="42593E7C" w14:textId="77777777" w:rsidTr="00697CBF">
        <w:trPr>
          <w:trHeight w:val="615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D95457" w14:textId="77777777" w:rsidR="00C9644A" w:rsidRPr="00121E65" w:rsidRDefault="00C9644A" w:rsidP="00697CBF">
            <w:pPr>
              <w:jc w:val="center"/>
              <w:rPr>
                <w:rFonts w:ascii="Arial" w:hAnsi="Arial" w:cs="Arial"/>
                <w:b/>
                <w:color w:val="7F7F7F"/>
                <w:sz w:val="24"/>
              </w:rPr>
            </w:pPr>
            <w:r>
              <w:rPr>
                <w:rFonts w:ascii="Arial" w:hAnsi="Arial" w:cs="Arial"/>
                <w:b/>
                <w:color w:val="7F7F7F"/>
                <w:sz w:val="24"/>
              </w:rPr>
              <w:t xml:space="preserve">ÚČASTNÍK 3 ZADÁVACÍHO ŘÍZENÍ </w:t>
            </w:r>
            <w:r w:rsidRPr="001C0061">
              <w:rPr>
                <w:rFonts w:ascii="Arial" w:hAnsi="Arial" w:cs="Arial"/>
                <w:color w:val="7F7F7F"/>
                <w:sz w:val="24"/>
              </w:rPr>
              <w:t>(obchodní firma</w:t>
            </w:r>
            <w:r>
              <w:rPr>
                <w:rFonts w:ascii="Arial" w:hAnsi="Arial" w:cs="Arial"/>
                <w:color w:val="7F7F7F"/>
                <w:sz w:val="24"/>
              </w:rPr>
              <w:t>)</w:t>
            </w:r>
          </w:p>
        </w:tc>
        <w:tc>
          <w:tcPr>
            <w:tcW w:w="6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58557" w14:textId="77777777" w:rsidR="00C9644A" w:rsidRPr="00BE2BA7" w:rsidRDefault="00C9644A" w:rsidP="00697CBF">
            <w:pPr>
              <w:rPr>
                <w:rFonts w:ascii="Arial" w:hAnsi="Arial" w:cs="Arial"/>
                <w:sz w:val="24"/>
              </w:rPr>
            </w:pPr>
          </w:p>
        </w:tc>
      </w:tr>
      <w:tr w:rsidR="00C9644A" w:rsidRPr="00BE2BA7" w14:paraId="1EB59916" w14:textId="77777777" w:rsidTr="00697CBF">
        <w:trPr>
          <w:trHeight w:val="768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BEF9C1" w14:textId="77777777" w:rsidR="00C9644A" w:rsidRPr="001C0061" w:rsidRDefault="00C9644A" w:rsidP="00697CBF">
            <w:pPr>
              <w:jc w:val="center"/>
              <w:rPr>
                <w:rFonts w:ascii="Arial" w:hAnsi="Arial" w:cs="Arial"/>
                <w:b/>
                <w:color w:val="7F7F7F"/>
                <w:sz w:val="24"/>
              </w:rPr>
            </w:pPr>
            <w:r w:rsidRPr="001C0061">
              <w:rPr>
                <w:rFonts w:ascii="Arial" w:hAnsi="Arial" w:cs="Arial"/>
                <w:b/>
                <w:color w:val="7F7F7F"/>
                <w:sz w:val="24"/>
              </w:rPr>
              <w:t>Sídlo</w:t>
            </w:r>
          </w:p>
          <w:p w14:paraId="5D8051BB" w14:textId="77777777" w:rsidR="00C9644A" w:rsidRPr="004237FF" w:rsidRDefault="00C9644A" w:rsidP="00697CBF">
            <w:pPr>
              <w:rPr>
                <w:rFonts w:ascii="Arial" w:hAnsi="Arial" w:cs="Arial"/>
                <w:color w:val="7F7F7F"/>
                <w:sz w:val="24"/>
              </w:rPr>
            </w:pPr>
            <w:r w:rsidRPr="001C0061">
              <w:rPr>
                <w:rFonts w:ascii="Arial" w:hAnsi="Arial" w:cs="Arial"/>
                <w:color w:val="7F7F7F"/>
                <w:sz w:val="24"/>
              </w:rPr>
              <w:t>(celá adresa včetně PSČ)</w:t>
            </w:r>
          </w:p>
        </w:tc>
        <w:tc>
          <w:tcPr>
            <w:tcW w:w="6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C4D13" w14:textId="77777777" w:rsidR="00C9644A" w:rsidRPr="00BE2BA7" w:rsidRDefault="00C9644A" w:rsidP="00697CBF">
            <w:pPr>
              <w:rPr>
                <w:rFonts w:ascii="Arial" w:hAnsi="Arial" w:cs="Arial"/>
                <w:sz w:val="24"/>
              </w:rPr>
            </w:pPr>
          </w:p>
        </w:tc>
      </w:tr>
      <w:tr w:rsidR="00C9644A" w:rsidRPr="00BE2BA7" w14:paraId="43586833" w14:textId="77777777" w:rsidTr="00697CBF">
        <w:trPr>
          <w:cantSplit/>
          <w:trHeight w:val="426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BEA9E6" w14:textId="77777777" w:rsidR="00C9644A" w:rsidRPr="001C0061" w:rsidRDefault="00C9644A" w:rsidP="00697CBF">
            <w:pPr>
              <w:jc w:val="center"/>
              <w:rPr>
                <w:rFonts w:ascii="Arial" w:hAnsi="Arial" w:cs="Arial"/>
                <w:b/>
                <w:color w:val="7F7F7F"/>
                <w:sz w:val="24"/>
              </w:rPr>
            </w:pPr>
            <w:r>
              <w:rPr>
                <w:rFonts w:ascii="Arial" w:hAnsi="Arial" w:cs="Arial"/>
                <w:b/>
                <w:color w:val="7F7F7F"/>
                <w:sz w:val="24"/>
              </w:rPr>
              <w:t>IČ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8AC48" w14:textId="77777777" w:rsidR="00C9644A" w:rsidRPr="00BE2BA7" w:rsidRDefault="00C9644A" w:rsidP="00697CBF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4603D3" w14:textId="77777777" w:rsidR="00C9644A" w:rsidRPr="0018354E" w:rsidRDefault="00C9644A" w:rsidP="00697CBF">
            <w:pPr>
              <w:rPr>
                <w:rFonts w:ascii="Arial" w:hAnsi="Arial" w:cs="Arial"/>
                <w:b/>
                <w:color w:val="7F7F7F"/>
                <w:sz w:val="24"/>
              </w:rPr>
            </w:pPr>
            <w:r>
              <w:rPr>
                <w:rFonts w:ascii="Arial" w:hAnsi="Arial" w:cs="Arial"/>
                <w:b/>
                <w:color w:val="7F7F7F"/>
                <w:sz w:val="24"/>
              </w:rPr>
              <w:t>DIČ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D7BEE" w14:textId="77777777" w:rsidR="00C9644A" w:rsidRPr="00BE2BA7" w:rsidRDefault="00C9644A" w:rsidP="00697CBF">
            <w:pPr>
              <w:rPr>
                <w:rFonts w:ascii="Arial" w:hAnsi="Arial" w:cs="Arial"/>
                <w:sz w:val="24"/>
              </w:rPr>
            </w:pPr>
          </w:p>
        </w:tc>
      </w:tr>
      <w:tr w:rsidR="00C9644A" w:rsidRPr="00BE2BA7" w14:paraId="17AB5AC2" w14:textId="77777777" w:rsidTr="00697CBF">
        <w:trPr>
          <w:cantSplit/>
          <w:trHeight w:val="423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A2476B" w14:textId="77777777" w:rsidR="00C9644A" w:rsidRPr="001C0061" w:rsidRDefault="00C9644A" w:rsidP="00697CBF">
            <w:pPr>
              <w:jc w:val="center"/>
              <w:rPr>
                <w:rFonts w:ascii="Arial" w:hAnsi="Arial" w:cs="Arial"/>
                <w:b/>
                <w:color w:val="7F7F7F"/>
                <w:sz w:val="24"/>
              </w:rPr>
            </w:pPr>
            <w:r w:rsidRPr="001C0061">
              <w:rPr>
                <w:rFonts w:ascii="Arial" w:hAnsi="Arial" w:cs="Arial"/>
                <w:b/>
                <w:color w:val="7F7F7F"/>
                <w:sz w:val="24"/>
              </w:rPr>
              <w:t>Kontaktní osoba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A9403" w14:textId="77777777" w:rsidR="00C9644A" w:rsidRPr="00BE2BA7" w:rsidRDefault="00C9644A" w:rsidP="00697CBF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CFD25" w14:textId="77777777" w:rsidR="00C9644A" w:rsidRPr="00BE2BA7" w:rsidRDefault="00C9644A" w:rsidP="00697CBF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tel.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86E47" w14:textId="77777777" w:rsidR="00C9644A" w:rsidRPr="00BE2BA7" w:rsidRDefault="00C9644A" w:rsidP="00697CBF">
            <w:pPr>
              <w:rPr>
                <w:rFonts w:ascii="Arial" w:hAnsi="Arial" w:cs="Arial"/>
                <w:sz w:val="24"/>
              </w:rPr>
            </w:pPr>
          </w:p>
        </w:tc>
      </w:tr>
    </w:tbl>
    <w:p w14:paraId="23C58A76" w14:textId="77777777" w:rsidR="006B4414" w:rsidRPr="008E2123" w:rsidRDefault="006B4414" w:rsidP="006B4414">
      <w:pPr>
        <w:pStyle w:val="Titulek"/>
        <w:rPr>
          <w:sz w:val="16"/>
          <w:szCs w:val="16"/>
        </w:rPr>
      </w:pPr>
      <w:r w:rsidRPr="008E2123">
        <w:rPr>
          <w:sz w:val="16"/>
          <w:szCs w:val="16"/>
        </w:rPr>
        <w:t>Upozornění: počet účastníků v tabulce bude upraven podle skutečného počtu účastníků společné nabídky.</w:t>
      </w:r>
    </w:p>
    <w:p w14:paraId="6C5D9D5E" w14:textId="77777777" w:rsidR="00C9644A" w:rsidRDefault="00C9644A" w:rsidP="00C9644A">
      <w:pPr>
        <w:rPr>
          <w:rFonts w:ascii="Arial" w:hAnsi="Arial" w:cs="Arial"/>
          <w:b/>
        </w:rPr>
      </w:pPr>
    </w:p>
    <w:p w14:paraId="5E6B0A72" w14:textId="77777777" w:rsidR="00C9644A" w:rsidRDefault="00C9644A" w:rsidP="00C9644A">
      <w:pPr>
        <w:rPr>
          <w:rFonts w:ascii="Arial" w:hAnsi="Arial" w:cs="Arial"/>
          <w:b/>
        </w:rPr>
      </w:pPr>
    </w:p>
    <w:p w14:paraId="4B7C9573" w14:textId="77777777" w:rsidR="00C9644A" w:rsidRDefault="00C9644A" w:rsidP="00C9644A">
      <w:pPr>
        <w:rPr>
          <w:rFonts w:ascii="Arial" w:hAnsi="Arial" w:cs="Arial"/>
          <w:b/>
        </w:rPr>
      </w:pPr>
    </w:p>
    <w:p w14:paraId="057E350C" w14:textId="77777777" w:rsidR="00C9644A" w:rsidRDefault="00C9644A" w:rsidP="00C9644A">
      <w:pPr>
        <w:rPr>
          <w:rFonts w:ascii="Arial" w:hAnsi="Arial" w:cs="Arial"/>
          <w:b/>
        </w:rPr>
      </w:pPr>
    </w:p>
    <w:p w14:paraId="55C5BFC9" w14:textId="77777777" w:rsidR="00C9644A" w:rsidRDefault="00C9644A" w:rsidP="00C9644A">
      <w:pPr>
        <w:rPr>
          <w:rFonts w:ascii="Arial" w:hAnsi="Arial" w:cs="Arial"/>
          <w:b/>
        </w:rPr>
      </w:pPr>
    </w:p>
    <w:p w14:paraId="1E5B653A" w14:textId="77777777" w:rsidR="006B4414" w:rsidRDefault="006B4414" w:rsidP="00C9644A">
      <w:pPr>
        <w:rPr>
          <w:rFonts w:ascii="Arial" w:hAnsi="Arial" w:cs="Arial"/>
          <w:b/>
        </w:rPr>
      </w:pPr>
    </w:p>
    <w:p w14:paraId="3347286E" w14:textId="77777777" w:rsidR="006B4414" w:rsidRDefault="006B4414" w:rsidP="00C9644A">
      <w:pPr>
        <w:rPr>
          <w:rFonts w:ascii="Arial" w:hAnsi="Arial" w:cs="Arial"/>
          <w:b/>
        </w:rPr>
      </w:pPr>
    </w:p>
    <w:p w14:paraId="4BE6CCF1" w14:textId="77777777" w:rsidR="006B4414" w:rsidRDefault="006B4414" w:rsidP="00C9644A">
      <w:pPr>
        <w:rPr>
          <w:rFonts w:ascii="Arial" w:hAnsi="Arial" w:cs="Arial"/>
          <w:b/>
        </w:rPr>
      </w:pPr>
    </w:p>
    <w:p w14:paraId="7051103D" w14:textId="77777777" w:rsidR="006B4414" w:rsidRDefault="006B4414" w:rsidP="00C9644A">
      <w:pPr>
        <w:rPr>
          <w:rFonts w:ascii="Arial" w:hAnsi="Arial" w:cs="Arial"/>
          <w:b/>
        </w:rPr>
      </w:pPr>
    </w:p>
    <w:p w14:paraId="70E8FA6E" w14:textId="77777777" w:rsidR="0026582A" w:rsidRDefault="0026582A" w:rsidP="00C9644A">
      <w:pPr>
        <w:rPr>
          <w:rFonts w:ascii="Arial" w:hAnsi="Arial" w:cs="Arial"/>
          <w:b/>
        </w:rPr>
      </w:pPr>
    </w:p>
    <w:p w14:paraId="34DC3AFC" w14:textId="77777777" w:rsidR="0026582A" w:rsidRDefault="0026582A" w:rsidP="00C9644A">
      <w:pPr>
        <w:rPr>
          <w:rFonts w:ascii="Arial" w:hAnsi="Arial" w:cs="Arial"/>
          <w:b/>
        </w:rPr>
      </w:pPr>
    </w:p>
    <w:p w14:paraId="7FCF941C" w14:textId="77777777" w:rsidR="00C9644A" w:rsidRDefault="00C9644A" w:rsidP="00C9644A">
      <w:pPr>
        <w:rPr>
          <w:rFonts w:ascii="Arial" w:hAnsi="Arial" w:cs="Arial"/>
          <w:b/>
        </w:rPr>
      </w:pPr>
    </w:p>
    <w:p w14:paraId="5971E9B6" w14:textId="77777777" w:rsidR="00C9644A" w:rsidRDefault="00C9644A" w:rsidP="00C9644A">
      <w:pPr>
        <w:rPr>
          <w:rFonts w:ascii="Arial" w:hAnsi="Arial" w:cs="Arial"/>
          <w:b/>
        </w:rPr>
      </w:pPr>
    </w:p>
    <w:p w14:paraId="021FC88F" w14:textId="77777777" w:rsidR="00C9644A" w:rsidRPr="004237FF" w:rsidRDefault="00C9644A" w:rsidP="00C9644A">
      <w:pPr>
        <w:rPr>
          <w:rFonts w:ascii="Arial" w:hAnsi="Arial" w:cs="Arial"/>
          <w:b/>
        </w:rPr>
      </w:pPr>
      <w:r w:rsidRPr="004237FF">
        <w:rPr>
          <w:rFonts w:ascii="Arial" w:hAnsi="Arial" w:cs="Arial"/>
          <w:b/>
        </w:rPr>
        <w:t xml:space="preserve">KOMUNIKAČNÍ ADRESA PRO </w:t>
      </w:r>
      <w:r>
        <w:rPr>
          <w:rFonts w:ascii="Arial" w:hAnsi="Arial" w:cs="Arial"/>
          <w:b/>
        </w:rPr>
        <w:t xml:space="preserve">ELEKTRONICKOU KOMUNIKACEI </w:t>
      </w:r>
      <w:r w:rsidRPr="004237FF">
        <w:rPr>
          <w:rFonts w:ascii="Arial" w:hAnsi="Arial" w:cs="Arial"/>
          <w:b/>
        </w:rPr>
        <w:t xml:space="preserve">MEZI ZADAVATELEM A </w:t>
      </w:r>
      <w:r>
        <w:rPr>
          <w:rFonts w:ascii="Arial" w:hAnsi="Arial" w:cs="Arial"/>
          <w:b/>
        </w:rPr>
        <w:t>ÚČASTNÍKY</w:t>
      </w:r>
      <w:r w:rsidRPr="004237FF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ZADÁVACÍHO ŘÍZENÍ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6237"/>
      </w:tblGrid>
      <w:tr w:rsidR="00C9644A" w:rsidRPr="00BE2BA7" w14:paraId="22E99D20" w14:textId="77777777" w:rsidTr="00697CBF">
        <w:trPr>
          <w:trHeight w:val="690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5DB679" w14:textId="77777777" w:rsidR="00C9644A" w:rsidRPr="001C0061" w:rsidRDefault="00C9644A" w:rsidP="00697CBF">
            <w:pPr>
              <w:rPr>
                <w:rFonts w:ascii="Arial" w:hAnsi="Arial" w:cs="Arial"/>
                <w:b/>
                <w:bCs/>
                <w:color w:val="7F7F7F"/>
                <w:sz w:val="22"/>
              </w:rPr>
            </w:pPr>
            <w:r>
              <w:rPr>
                <w:rFonts w:ascii="Arial" w:hAnsi="Arial" w:cs="Arial"/>
                <w:b/>
                <w:bCs/>
                <w:color w:val="7F7F7F"/>
                <w:sz w:val="22"/>
              </w:rPr>
              <w:t>Adresa elektronické pošty (</w:t>
            </w:r>
            <w:r w:rsidRPr="0018354E">
              <w:rPr>
                <w:rFonts w:ascii="Arial" w:hAnsi="Arial" w:cs="Arial"/>
                <w:b/>
                <w:bCs/>
                <w:color w:val="7F7F7F"/>
                <w:sz w:val="22"/>
              </w:rPr>
              <w:t>e-mail</w:t>
            </w:r>
            <w:r>
              <w:rPr>
                <w:rFonts w:ascii="Arial" w:hAnsi="Arial" w:cs="Arial"/>
                <w:b/>
                <w:bCs/>
                <w:color w:val="7F7F7F"/>
                <w:sz w:val="22"/>
              </w:rPr>
              <w:t>)</w:t>
            </w:r>
            <w:r w:rsidRPr="0018354E">
              <w:rPr>
                <w:rFonts w:ascii="Arial" w:hAnsi="Arial" w:cs="Arial"/>
                <w:b/>
                <w:bCs/>
                <w:color w:val="7F7F7F"/>
                <w:sz w:val="22"/>
              </w:rPr>
              <w:t xml:space="preserve"> 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DECFD" w14:textId="77777777" w:rsidR="00C9644A" w:rsidRPr="00BE2BA7" w:rsidRDefault="00C9644A" w:rsidP="00697CBF">
            <w:pPr>
              <w:rPr>
                <w:rFonts w:ascii="Arial" w:hAnsi="Arial" w:cs="Arial"/>
                <w:sz w:val="24"/>
              </w:rPr>
            </w:pPr>
          </w:p>
        </w:tc>
      </w:tr>
      <w:tr w:rsidR="00C9644A" w:rsidRPr="00BE2BA7" w14:paraId="48A589E9" w14:textId="77777777" w:rsidTr="00697CBF">
        <w:trPr>
          <w:trHeight w:val="385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3D87B9" w14:textId="77777777" w:rsidR="00C9644A" w:rsidRPr="001C0061" w:rsidRDefault="00C9644A" w:rsidP="00697CBF">
            <w:pPr>
              <w:rPr>
                <w:rFonts w:ascii="Arial" w:hAnsi="Arial" w:cs="Arial"/>
                <w:b/>
                <w:color w:val="7F7F7F"/>
                <w:sz w:val="22"/>
              </w:rPr>
            </w:pPr>
            <w:r>
              <w:rPr>
                <w:rFonts w:ascii="Arial" w:hAnsi="Arial" w:cs="Arial"/>
                <w:b/>
                <w:color w:val="7F7F7F"/>
                <w:sz w:val="22"/>
              </w:rPr>
              <w:t>Datová schránka</w:t>
            </w:r>
            <w:r w:rsidRPr="00626155">
              <w:rPr>
                <w:rStyle w:val="Znakapoznpodarou"/>
                <w:rFonts w:ascii="Arial" w:hAnsi="Arial" w:cs="Arial"/>
                <w:sz w:val="24"/>
              </w:rPr>
              <w:footnoteReference w:id="3"/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CBFC4" w14:textId="77777777" w:rsidR="00C9644A" w:rsidRPr="00BE2BA7" w:rsidRDefault="00C9644A" w:rsidP="00697CBF">
            <w:pPr>
              <w:rPr>
                <w:rFonts w:ascii="Arial" w:hAnsi="Arial" w:cs="Arial"/>
                <w:sz w:val="24"/>
              </w:rPr>
            </w:pPr>
          </w:p>
        </w:tc>
      </w:tr>
      <w:tr w:rsidR="00C9644A" w:rsidRPr="00BE2BA7" w14:paraId="263F0EBF" w14:textId="77777777" w:rsidTr="00697CBF">
        <w:trPr>
          <w:cantSplit/>
          <w:trHeight w:val="279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A882F8" w14:textId="77777777" w:rsidR="00C9644A" w:rsidRPr="001C0061" w:rsidRDefault="00C9644A" w:rsidP="00697CBF">
            <w:pPr>
              <w:rPr>
                <w:rFonts w:ascii="Arial" w:hAnsi="Arial" w:cs="Arial"/>
                <w:b/>
                <w:color w:val="7F7F7F"/>
                <w:sz w:val="22"/>
              </w:rPr>
            </w:pPr>
            <w:r w:rsidRPr="001C0061">
              <w:rPr>
                <w:rFonts w:ascii="Arial" w:hAnsi="Arial" w:cs="Arial"/>
                <w:b/>
                <w:color w:val="7F7F7F"/>
                <w:sz w:val="22"/>
              </w:rPr>
              <w:t>Upozornění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516F9" w14:textId="77777777" w:rsidR="00C9644A" w:rsidRPr="00121E65" w:rsidRDefault="00C9644A" w:rsidP="00C9644A">
            <w:pPr>
              <w:rPr>
                <w:rFonts w:ascii="Arial" w:hAnsi="Arial" w:cs="Arial"/>
                <w:sz w:val="18"/>
                <w:szCs w:val="18"/>
              </w:rPr>
            </w:pPr>
            <w:r w:rsidRPr="00121E65">
              <w:rPr>
                <w:rFonts w:ascii="Arial" w:hAnsi="Arial" w:cs="Arial"/>
                <w:sz w:val="18"/>
                <w:szCs w:val="18"/>
              </w:rPr>
              <w:t>Doručení písemnosti na uveden</w:t>
            </w:r>
            <w:r>
              <w:rPr>
                <w:rFonts w:ascii="Arial" w:hAnsi="Arial" w:cs="Arial"/>
                <w:sz w:val="18"/>
                <w:szCs w:val="18"/>
              </w:rPr>
              <w:t>ou</w:t>
            </w:r>
            <w:r w:rsidRPr="00121E65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 xml:space="preserve">elektronickou </w:t>
            </w:r>
            <w:r w:rsidRPr="00121E65">
              <w:rPr>
                <w:rFonts w:ascii="Arial" w:hAnsi="Arial" w:cs="Arial"/>
                <w:sz w:val="18"/>
                <w:szCs w:val="18"/>
              </w:rPr>
              <w:t>adres</w:t>
            </w:r>
            <w:r>
              <w:rPr>
                <w:rFonts w:ascii="Arial" w:hAnsi="Arial" w:cs="Arial"/>
                <w:sz w:val="18"/>
                <w:szCs w:val="18"/>
              </w:rPr>
              <w:t>u</w:t>
            </w:r>
            <w:r w:rsidRPr="00121E65">
              <w:rPr>
                <w:rFonts w:ascii="Arial" w:hAnsi="Arial" w:cs="Arial"/>
                <w:sz w:val="18"/>
                <w:szCs w:val="18"/>
              </w:rPr>
              <w:t xml:space="preserve"> nebo do datové schránky se považuje za doručení </w:t>
            </w:r>
            <w:r>
              <w:rPr>
                <w:rFonts w:ascii="Arial" w:hAnsi="Arial" w:cs="Arial"/>
                <w:sz w:val="18"/>
                <w:szCs w:val="18"/>
              </w:rPr>
              <w:t xml:space="preserve">všem </w:t>
            </w:r>
            <w:r w:rsidRPr="00121E65">
              <w:rPr>
                <w:rFonts w:ascii="Arial" w:hAnsi="Arial" w:cs="Arial"/>
                <w:sz w:val="18"/>
                <w:szCs w:val="18"/>
              </w:rPr>
              <w:t>účastník</w:t>
            </w:r>
            <w:r>
              <w:rPr>
                <w:rFonts w:ascii="Arial" w:hAnsi="Arial" w:cs="Arial"/>
                <w:sz w:val="18"/>
                <w:szCs w:val="18"/>
              </w:rPr>
              <w:t>ům společné nabídky</w:t>
            </w:r>
            <w:r w:rsidRPr="00121E65">
              <w:rPr>
                <w:rFonts w:ascii="Arial" w:hAnsi="Arial" w:cs="Arial"/>
                <w:sz w:val="18"/>
                <w:szCs w:val="18"/>
              </w:rPr>
              <w:t xml:space="preserve">. </w:t>
            </w:r>
          </w:p>
        </w:tc>
      </w:tr>
    </w:tbl>
    <w:p w14:paraId="5C258961" w14:textId="77777777" w:rsidR="00C9644A" w:rsidRDefault="00C9644A" w:rsidP="00C9644A">
      <w:pPr>
        <w:rPr>
          <w:rFonts w:ascii="Arial" w:hAnsi="Arial" w:cs="Arial"/>
          <w:b/>
        </w:rPr>
      </w:pPr>
    </w:p>
    <w:p w14:paraId="27143FD5" w14:textId="77777777" w:rsidR="00C9644A" w:rsidRDefault="00C9644A" w:rsidP="00C9644A">
      <w:pPr>
        <w:rPr>
          <w:rFonts w:ascii="Arial" w:hAnsi="Arial" w:cs="Arial"/>
          <w:b/>
        </w:rPr>
      </w:pPr>
    </w:p>
    <w:p w14:paraId="4994E0A6" w14:textId="77777777" w:rsidR="00C9644A" w:rsidRDefault="00C9644A" w:rsidP="00C9644A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</w:p>
    <w:p w14:paraId="6F7B2455" w14:textId="77777777" w:rsidR="00C9644A" w:rsidRDefault="00C9644A" w:rsidP="00C9644A">
      <w:pPr>
        <w:ind w:left="4320"/>
        <w:rPr>
          <w:rFonts w:ascii="Arial" w:hAnsi="Arial" w:cs="Arial"/>
          <w:b/>
          <w:i/>
          <w:sz w:val="24"/>
          <w:u w:val="single"/>
        </w:rPr>
      </w:pPr>
    </w:p>
    <w:p w14:paraId="622DBD86" w14:textId="77777777" w:rsidR="00C9644A" w:rsidRPr="00121E65" w:rsidRDefault="00456560" w:rsidP="00C9644A">
      <w:pPr>
        <w:ind w:left="4320"/>
        <w:rPr>
          <w:rFonts w:ascii="Arial" w:hAnsi="Arial" w:cs="Arial"/>
          <w:sz w:val="24"/>
        </w:rPr>
      </w:pPr>
      <w:r>
        <w:rPr>
          <w:rFonts w:ascii="Arial" w:hAnsi="Arial" w:cs="Arial"/>
          <w:b/>
          <w:i/>
          <w:sz w:val="24"/>
          <w:u w:val="single"/>
        </w:rPr>
        <w:t>Jméno a p</w:t>
      </w:r>
      <w:r w:rsidR="00C9644A">
        <w:rPr>
          <w:rFonts w:ascii="Arial" w:hAnsi="Arial" w:cs="Arial"/>
          <w:b/>
          <w:i/>
          <w:sz w:val="24"/>
          <w:u w:val="single"/>
        </w:rPr>
        <w:t>odpis osoby oprávněné jednat a podepisovat jménem všech účastníků společné nabídky</w:t>
      </w:r>
      <w:r w:rsidR="00C9644A">
        <w:rPr>
          <w:rStyle w:val="Znakapoznpodarou"/>
          <w:rFonts w:ascii="Arial" w:hAnsi="Arial" w:cs="Arial"/>
          <w:b/>
          <w:i/>
          <w:sz w:val="24"/>
          <w:u w:val="single"/>
        </w:rPr>
        <w:footnoteReference w:id="4"/>
      </w:r>
      <w:r w:rsidR="00C9644A">
        <w:rPr>
          <w:rFonts w:ascii="Arial" w:hAnsi="Arial" w:cs="Arial"/>
          <w:b/>
          <w:i/>
          <w:sz w:val="24"/>
          <w:u w:val="single"/>
        </w:rPr>
        <w:t xml:space="preserve"> </w:t>
      </w:r>
      <w:r w:rsidR="00C9644A" w:rsidRPr="00121E65">
        <w:rPr>
          <w:rFonts w:ascii="Arial" w:hAnsi="Arial" w:cs="Arial"/>
          <w:sz w:val="24"/>
        </w:rPr>
        <w:t xml:space="preserve">         </w:t>
      </w:r>
    </w:p>
    <w:p w14:paraId="0FCCA635" w14:textId="77777777" w:rsidR="00C9644A" w:rsidRPr="00121E65" w:rsidRDefault="00C9644A" w:rsidP="00C9644A">
      <w:pPr>
        <w:ind w:left="4320"/>
        <w:rPr>
          <w:rFonts w:ascii="Arial" w:hAnsi="Arial" w:cs="Arial"/>
          <w:sz w:val="24"/>
        </w:rPr>
      </w:pPr>
    </w:p>
    <w:sectPr w:rsidR="00C9644A" w:rsidRPr="00121E65">
      <w:footerReference w:type="even" r:id="rId8"/>
      <w:footerReference w:type="default" r:id="rId9"/>
      <w:headerReference w:type="first" r:id="rId10"/>
      <w:pgSz w:w="11906" w:h="16838" w:code="9"/>
      <w:pgMar w:top="1440" w:right="1418" w:bottom="1418" w:left="1418" w:header="709" w:footer="851" w:gutter="0"/>
      <w:pgNumType w:start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BB20CB" w14:textId="77777777" w:rsidR="00CD648B" w:rsidRDefault="00CD648B">
      <w:r>
        <w:separator/>
      </w:r>
    </w:p>
  </w:endnote>
  <w:endnote w:type="continuationSeparator" w:id="0">
    <w:p w14:paraId="4FFB0B52" w14:textId="77777777" w:rsidR="00CD648B" w:rsidRDefault="00CD64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013FB1" w14:textId="77777777" w:rsidR="0036405A" w:rsidRDefault="0036405A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1BF524DF" w14:textId="77777777" w:rsidR="0036405A" w:rsidRDefault="0036405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B4BC50" w14:textId="77777777" w:rsidR="0036405A" w:rsidRDefault="0036405A">
    <w:pPr>
      <w:pStyle w:val="Zpat"/>
      <w:framePr w:wrap="around" w:vAnchor="text" w:hAnchor="margin" w:xAlign="center" w:y="1"/>
      <w:rPr>
        <w:rStyle w:val="slostrnky"/>
      </w:rPr>
    </w:pPr>
  </w:p>
  <w:p w14:paraId="50A91963" w14:textId="77777777" w:rsidR="0036405A" w:rsidRDefault="0036405A" w:rsidP="00E26F24">
    <w:pPr>
      <w:pStyle w:val="Zpat"/>
      <w:tabs>
        <w:tab w:val="clear" w:pos="4536"/>
        <w:tab w:val="clear" w:pos="9072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1101A4" w14:textId="77777777" w:rsidR="00CD648B" w:rsidRDefault="00CD648B">
      <w:r>
        <w:separator/>
      </w:r>
    </w:p>
  </w:footnote>
  <w:footnote w:type="continuationSeparator" w:id="0">
    <w:p w14:paraId="209880F1" w14:textId="77777777" w:rsidR="00CD648B" w:rsidRDefault="00CD648B">
      <w:r>
        <w:continuationSeparator/>
      </w:r>
    </w:p>
  </w:footnote>
  <w:footnote w:id="1">
    <w:p w14:paraId="16B6819F" w14:textId="77777777" w:rsidR="00626155" w:rsidRDefault="00626155" w:rsidP="00626155">
      <w:pPr>
        <w:pStyle w:val="Textpoznpodarou"/>
        <w:tabs>
          <w:tab w:val="clear" w:pos="425"/>
          <w:tab w:val="left" w:pos="142"/>
        </w:tabs>
        <w:ind w:left="142" w:hanging="142"/>
      </w:pPr>
      <w:r>
        <w:rPr>
          <w:rStyle w:val="Znakapoznpodarou"/>
        </w:rPr>
        <w:footnoteRef/>
      </w:r>
      <w:r>
        <w:t xml:space="preserve"> Údaj o identifikaci datových schránek účastníka zadávacího řízení je nepovinný. Uvede jej pouze účastník, který </w:t>
      </w:r>
      <w:r w:rsidR="00C9644A">
        <w:t xml:space="preserve">má zřízenu datovou schránku a který </w:t>
      </w:r>
      <w:r>
        <w:t>souhlasí se zasíláním informací o zadávacím řízení do svých datových schránek.</w:t>
      </w:r>
    </w:p>
    <w:p w14:paraId="72976E80" w14:textId="77777777" w:rsidR="00626155" w:rsidRDefault="00626155" w:rsidP="00626155">
      <w:pPr>
        <w:pStyle w:val="Textpoznpodarou"/>
      </w:pPr>
      <w:r>
        <w:t xml:space="preserve"> </w:t>
      </w:r>
    </w:p>
  </w:footnote>
  <w:footnote w:id="2">
    <w:p w14:paraId="3677181E" w14:textId="77777777" w:rsidR="005E7D6A" w:rsidRDefault="005E7D6A" w:rsidP="005E7D6A">
      <w:pPr>
        <w:pStyle w:val="Textpoznpodarou"/>
      </w:pPr>
      <w:r>
        <w:rPr>
          <w:rStyle w:val="Znakapoznpodarou"/>
        </w:rPr>
        <w:footnoteRef/>
      </w:r>
      <w:r>
        <w:t xml:space="preserve"> Podpis účastníka zadávacího řízení je povinný, stvrzuje celý obsah podané nabídky</w:t>
      </w:r>
    </w:p>
    <w:p w14:paraId="11E4F4DE" w14:textId="77777777" w:rsidR="00626155" w:rsidRDefault="005E7D6A">
      <w:pPr>
        <w:pStyle w:val="Textpoznpodarou"/>
      </w:pPr>
      <w:r>
        <w:t xml:space="preserve"> </w:t>
      </w:r>
    </w:p>
  </w:footnote>
  <w:footnote w:id="3">
    <w:p w14:paraId="1792A472" w14:textId="77777777" w:rsidR="00C9644A" w:rsidRDefault="00C9644A" w:rsidP="00C9644A">
      <w:pPr>
        <w:pStyle w:val="Textpoznpodarou"/>
        <w:tabs>
          <w:tab w:val="clear" w:pos="425"/>
          <w:tab w:val="left" w:pos="142"/>
        </w:tabs>
        <w:ind w:left="142" w:hanging="142"/>
      </w:pPr>
      <w:r>
        <w:rPr>
          <w:rStyle w:val="Znakapoznpodarou"/>
        </w:rPr>
        <w:footnoteRef/>
      </w:r>
      <w:r>
        <w:t xml:space="preserve"> Údaj o identifikaci datových schránek účastníka zadávacího řízení je nepovinný. Uvede jej pouze účastník, který má zřízenu datovou schránku a který souhlasí se zasíláním informací o zadávacím řízení do svých datových schránek.</w:t>
      </w:r>
    </w:p>
    <w:p w14:paraId="6FBB5AF0" w14:textId="77777777" w:rsidR="00C9644A" w:rsidRDefault="00C9644A" w:rsidP="00C9644A">
      <w:pPr>
        <w:pStyle w:val="Textpoznpodarou"/>
      </w:pPr>
      <w:r>
        <w:t xml:space="preserve"> </w:t>
      </w:r>
    </w:p>
  </w:footnote>
  <w:footnote w:id="4">
    <w:p w14:paraId="019CABDE" w14:textId="77777777" w:rsidR="005E7D6A" w:rsidRDefault="00C9644A" w:rsidP="00C9644A">
      <w:pPr>
        <w:pStyle w:val="Textpoznpodarou"/>
      </w:pPr>
      <w:r>
        <w:rPr>
          <w:rStyle w:val="Znakapoznpodarou"/>
        </w:rPr>
        <w:footnoteRef/>
      </w:r>
      <w:r>
        <w:t xml:space="preserve"> Podpis účastníka zadávacího řízení je </w:t>
      </w:r>
      <w:r w:rsidR="005E7D6A">
        <w:t>povinný, stvrzuje celý obsah podané nabídky</w:t>
      </w:r>
    </w:p>
    <w:p w14:paraId="727A0EBB" w14:textId="77777777" w:rsidR="00C9644A" w:rsidRDefault="00C9644A" w:rsidP="00C9644A">
      <w:pPr>
        <w:pStyle w:val="Textpoznpodarou"/>
      </w:pPr>
      <w:r>
        <w:t>.</w:t>
      </w:r>
    </w:p>
    <w:p w14:paraId="4F9406C8" w14:textId="77777777" w:rsidR="00C9644A" w:rsidRDefault="00C9644A" w:rsidP="00C9644A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CFF721" w14:textId="77777777" w:rsidR="00A56475" w:rsidRDefault="00A56475">
    <w:pPr>
      <w:pStyle w:val="Zhlav"/>
    </w:pPr>
  </w:p>
  <w:p w14:paraId="0248985E" w14:textId="77777777" w:rsidR="00A56475" w:rsidRDefault="00A56475">
    <w:pPr>
      <w:pStyle w:val="Zhlav"/>
    </w:pPr>
  </w:p>
  <w:p w14:paraId="3609FD6E" w14:textId="77777777" w:rsidR="00A56475" w:rsidRDefault="00A56475">
    <w:pPr>
      <w:pStyle w:val="Zhlav"/>
    </w:pPr>
  </w:p>
  <w:p w14:paraId="384C300B" w14:textId="77777777" w:rsidR="00A56475" w:rsidRDefault="00A56475">
    <w:pPr>
      <w:pStyle w:val="Zhlav"/>
    </w:pPr>
  </w:p>
  <w:p w14:paraId="5DDBE0A0" w14:textId="77777777" w:rsidR="00A56475" w:rsidRDefault="00A5647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85023B"/>
    <w:multiLevelType w:val="multilevel"/>
    <w:tmpl w:val="A0008806"/>
    <w:lvl w:ilvl="0">
      <w:start w:val="15"/>
      <w:numFmt w:val="decimal"/>
      <w:lvlText w:val="%1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7767D1A"/>
    <w:multiLevelType w:val="multilevel"/>
    <w:tmpl w:val="41D4F2B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" w15:restartNumberingAfterBreak="0">
    <w:nsid w:val="0AB162DB"/>
    <w:multiLevelType w:val="hybridMultilevel"/>
    <w:tmpl w:val="52E482A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37B09F2"/>
    <w:multiLevelType w:val="multilevel"/>
    <w:tmpl w:val="D8F021D6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1434399C"/>
    <w:multiLevelType w:val="multilevel"/>
    <w:tmpl w:val="9BA44F42"/>
    <w:lvl w:ilvl="0">
      <w:start w:val="17"/>
      <w:numFmt w:val="decimal"/>
      <w:lvlText w:val="%1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187169B5"/>
    <w:multiLevelType w:val="multilevel"/>
    <w:tmpl w:val="4634B94A"/>
    <w:lvl w:ilvl="0">
      <w:start w:val="1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6" w15:restartNumberingAfterBreak="0">
    <w:nsid w:val="18D5637D"/>
    <w:multiLevelType w:val="hybridMultilevel"/>
    <w:tmpl w:val="EA9C1D0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F6E689E"/>
    <w:multiLevelType w:val="hybridMultilevel"/>
    <w:tmpl w:val="987EBD44"/>
    <w:lvl w:ilvl="0" w:tplc="040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238C7C85"/>
    <w:multiLevelType w:val="multilevel"/>
    <w:tmpl w:val="6E0E78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50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9" w15:restartNumberingAfterBreak="0">
    <w:nsid w:val="28A62BCF"/>
    <w:multiLevelType w:val="multilevel"/>
    <w:tmpl w:val="BDFC17CE"/>
    <w:lvl w:ilvl="0">
      <w:start w:val="15"/>
      <w:numFmt w:val="decimal"/>
      <w:lvlText w:val="%1"/>
      <w:lvlJc w:val="left"/>
      <w:pPr>
        <w:tabs>
          <w:tab w:val="num" w:pos="1065"/>
        </w:tabs>
        <w:ind w:left="1065" w:hanging="106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348"/>
        </w:tabs>
        <w:ind w:left="1348" w:hanging="106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631"/>
        </w:tabs>
        <w:ind w:left="1631" w:hanging="106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929"/>
        </w:tabs>
        <w:ind w:left="192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212"/>
        </w:tabs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55"/>
        </w:tabs>
        <w:ind w:left="285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138"/>
        </w:tabs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781"/>
        </w:tabs>
        <w:ind w:left="378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064"/>
        </w:tabs>
        <w:ind w:left="4064" w:hanging="1800"/>
      </w:pPr>
      <w:rPr>
        <w:rFonts w:hint="default"/>
      </w:rPr>
    </w:lvl>
  </w:abstractNum>
  <w:abstractNum w:abstractNumId="10" w15:restartNumberingAfterBreak="0">
    <w:nsid w:val="2D0564E7"/>
    <w:multiLevelType w:val="multilevel"/>
    <w:tmpl w:val="1E96BA82"/>
    <w:lvl w:ilvl="0">
      <w:start w:val="1"/>
      <w:numFmt w:val="decimal"/>
      <w:pStyle w:val="Nadpis1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pStyle w:val="Nadpis2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11" w15:restartNumberingAfterBreak="0">
    <w:nsid w:val="30AD2A9B"/>
    <w:multiLevelType w:val="multilevel"/>
    <w:tmpl w:val="905227E2"/>
    <w:lvl w:ilvl="0">
      <w:start w:val="18"/>
      <w:numFmt w:val="decimal"/>
      <w:lvlText w:val="%1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 w15:restartNumberingAfterBreak="0">
    <w:nsid w:val="32EA7EB8"/>
    <w:multiLevelType w:val="multilevel"/>
    <w:tmpl w:val="66D0BC00"/>
    <w:lvl w:ilvl="0">
      <w:start w:val="18"/>
      <w:numFmt w:val="decimal"/>
      <w:lvlText w:val="%1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2">
      <w:start w:val="3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35FA06D9"/>
    <w:multiLevelType w:val="multilevel"/>
    <w:tmpl w:val="B43E5548"/>
    <w:lvl w:ilvl="0">
      <w:start w:val="19"/>
      <w:numFmt w:val="decimal"/>
      <w:lvlText w:val="%1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3A3831AB"/>
    <w:multiLevelType w:val="hybridMultilevel"/>
    <w:tmpl w:val="F6C206A6"/>
    <w:lvl w:ilvl="0" w:tplc="34DA1522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BD34C67"/>
    <w:multiLevelType w:val="multilevel"/>
    <w:tmpl w:val="E0584C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6" w15:restartNumberingAfterBreak="0">
    <w:nsid w:val="3E533981"/>
    <w:multiLevelType w:val="hybridMultilevel"/>
    <w:tmpl w:val="CB2E51CA"/>
    <w:lvl w:ilvl="0" w:tplc="963CF27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3A13923"/>
    <w:multiLevelType w:val="hybridMultilevel"/>
    <w:tmpl w:val="A28A04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4D26187"/>
    <w:multiLevelType w:val="multilevel"/>
    <w:tmpl w:val="1E96BA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19" w15:restartNumberingAfterBreak="0">
    <w:nsid w:val="47D903B5"/>
    <w:multiLevelType w:val="multilevel"/>
    <w:tmpl w:val="EA8CBE54"/>
    <w:lvl w:ilvl="0">
      <w:start w:val="17"/>
      <w:numFmt w:val="decimal"/>
      <w:lvlText w:val="%1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1242"/>
        </w:tabs>
        <w:ind w:left="1242" w:hanging="675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20" w15:restartNumberingAfterBreak="0">
    <w:nsid w:val="4AD17C05"/>
    <w:multiLevelType w:val="multilevel"/>
    <w:tmpl w:val="2E2E2672"/>
    <w:lvl w:ilvl="0">
      <w:start w:val="19"/>
      <w:numFmt w:val="decimal"/>
      <w:lvlText w:val="%1"/>
      <w:lvlJc w:val="left"/>
      <w:pPr>
        <w:tabs>
          <w:tab w:val="num" w:pos="675"/>
        </w:tabs>
        <w:ind w:left="675" w:hanging="675"/>
      </w:pPr>
      <w:rPr>
        <w:rFonts w:eastAsia="Times New Roman" w:hint="default"/>
      </w:rPr>
    </w:lvl>
    <w:lvl w:ilvl="1">
      <w:start w:val="6"/>
      <w:numFmt w:val="decimal"/>
      <w:lvlText w:val="%1.%2"/>
      <w:lvlJc w:val="left"/>
      <w:pPr>
        <w:tabs>
          <w:tab w:val="num" w:pos="675"/>
        </w:tabs>
        <w:ind w:left="675" w:hanging="675"/>
      </w:pPr>
      <w:rPr>
        <w:rFonts w:eastAsia="Times New Roman" w:hint="default"/>
      </w:rPr>
    </w:lvl>
    <w:lvl w:ilvl="2">
      <w:start w:val="3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eastAsia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eastAsia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eastAsia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eastAsia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eastAsia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eastAsia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eastAsia="Times New Roman" w:hint="default"/>
      </w:rPr>
    </w:lvl>
  </w:abstractNum>
  <w:abstractNum w:abstractNumId="21" w15:restartNumberingAfterBreak="0">
    <w:nsid w:val="4B5830BD"/>
    <w:multiLevelType w:val="hybridMultilevel"/>
    <w:tmpl w:val="14AA0A16"/>
    <w:lvl w:ilvl="0" w:tplc="DDE2A524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91"/>
        </w:tabs>
        <w:ind w:left="10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11"/>
        </w:tabs>
        <w:ind w:left="18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31"/>
        </w:tabs>
        <w:ind w:left="25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51"/>
        </w:tabs>
        <w:ind w:left="32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71"/>
        </w:tabs>
        <w:ind w:left="39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91"/>
        </w:tabs>
        <w:ind w:left="46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11"/>
        </w:tabs>
        <w:ind w:left="54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31"/>
        </w:tabs>
        <w:ind w:left="6131" w:hanging="360"/>
      </w:pPr>
      <w:rPr>
        <w:rFonts w:ascii="Wingdings" w:hAnsi="Wingdings" w:hint="default"/>
      </w:rPr>
    </w:lvl>
  </w:abstractNum>
  <w:abstractNum w:abstractNumId="22" w15:restartNumberingAfterBreak="0">
    <w:nsid w:val="4E986542"/>
    <w:multiLevelType w:val="multilevel"/>
    <w:tmpl w:val="D8C24C88"/>
    <w:lvl w:ilvl="0">
      <w:start w:val="21"/>
      <w:numFmt w:val="decimal"/>
      <w:lvlText w:val="%1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3" w15:restartNumberingAfterBreak="0">
    <w:nsid w:val="545B7007"/>
    <w:multiLevelType w:val="hybridMultilevel"/>
    <w:tmpl w:val="2EF8320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8130E41"/>
    <w:multiLevelType w:val="multilevel"/>
    <w:tmpl w:val="E0584C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5" w15:restartNumberingAfterBreak="0">
    <w:nsid w:val="5A8D15AE"/>
    <w:multiLevelType w:val="multilevel"/>
    <w:tmpl w:val="B3F8C088"/>
    <w:lvl w:ilvl="0">
      <w:start w:val="19"/>
      <w:numFmt w:val="decimal"/>
      <w:lvlText w:val="%1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 w15:restartNumberingAfterBreak="0">
    <w:nsid w:val="5C377C97"/>
    <w:multiLevelType w:val="multilevel"/>
    <w:tmpl w:val="FAB8FAF2"/>
    <w:lvl w:ilvl="0">
      <w:start w:val="1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 w15:restartNumberingAfterBreak="0">
    <w:nsid w:val="5F3E12A8"/>
    <w:multiLevelType w:val="multilevel"/>
    <w:tmpl w:val="C30AC7DA"/>
    <w:lvl w:ilvl="0">
      <w:start w:val="16"/>
      <w:numFmt w:val="decimal"/>
      <w:lvlText w:val="%1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1242"/>
        </w:tabs>
        <w:ind w:left="1242" w:hanging="675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28" w15:restartNumberingAfterBreak="0">
    <w:nsid w:val="6AAF1A1F"/>
    <w:multiLevelType w:val="multilevel"/>
    <w:tmpl w:val="048EFB80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29" w15:restartNumberingAfterBreak="0">
    <w:nsid w:val="6E9E7C4C"/>
    <w:multiLevelType w:val="multilevel"/>
    <w:tmpl w:val="861427DA"/>
    <w:lvl w:ilvl="0">
      <w:start w:val="20"/>
      <w:numFmt w:val="decimal"/>
      <w:lvlText w:val="%1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0" w15:restartNumberingAfterBreak="0">
    <w:nsid w:val="6FE85A9C"/>
    <w:multiLevelType w:val="hybridMultilevel"/>
    <w:tmpl w:val="C2FE409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FF15153"/>
    <w:multiLevelType w:val="multilevel"/>
    <w:tmpl w:val="3FB2157A"/>
    <w:lvl w:ilvl="0">
      <w:start w:val="19"/>
      <w:numFmt w:val="decimal"/>
      <w:lvlText w:val="%1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2">
      <w:start w:val="3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2" w15:restartNumberingAfterBreak="0">
    <w:nsid w:val="74F4137E"/>
    <w:multiLevelType w:val="multilevel"/>
    <w:tmpl w:val="040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num w:numId="1">
    <w:abstractNumId w:val="28"/>
  </w:num>
  <w:num w:numId="2">
    <w:abstractNumId w:val="1"/>
  </w:num>
  <w:num w:numId="3">
    <w:abstractNumId w:val="32"/>
  </w:num>
  <w:num w:numId="4">
    <w:abstractNumId w:val="2"/>
  </w:num>
  <w:num w:numId="5">
    <w:abstractNumId w:val="30"/>
  </w:num>
  <w:num w:numId="6">
    <w:abstractNumId w:val="6"/>
  </w:num>
  <w:num w:numId="7">
    <w:abstractNumId w:val="7"/>
  </w:num>
  <w:num w:numId="8">
    <w:abstractNumId w:val="12"/>
  </w:num>
  <w:num w:numId="9">
    <w:abstractNumId w:val="29"/>
  </w:num>
  <w:num w:numId="10">
    <w:abstractNumId w:val="9"/>
  </w:num>
  <w:num w:numId="11">
    <w:abstractNumId w:val="0"/>
  </w:num>
  <w:num w:numId="12">
    <w:abstractNumId w:val="27"/>
  </w:num>
  <w:num w:numId="13">
    <w:abstractNumId w:val="16"/>
  </w:num>
  <w:num w:numId="14">
    <w:abstractNumId w:val="10"/>
  </w:num>
  <w:num w:numId="15">
    <w:abstractNumId w:val="11"/>
  </w:num>
  <w:num w:numId="16">
    <w:abstractNumId w:val="5"/>
  </w:num>
  <w:num w:numId="17">
    <w:abstractNumId w:val="20"/>
  </w:num>
  <w:num w:numId="18">
    <w:abstractNumId w:val="19"/>
  </w:num>
  <w:num w:numId="19">
    <w:abstractNumId w:val="4"/>
  </w:num>
  <w:num w:numId="20">
    <w:abstractNumId w:val="31"/>
  </w:num>
  <w:num w:numId="21">
    <w:abstractNumId w:val="13"/>
  </w:num>
  <w:num w:numId="22">
    <w:abstractNumId w:val="22"/>
  </w:num>
  <w:num w:numId="23">
    <w:abstractNumId w:val="25"/>
  </w:num>
  <w:num w:numId="24">
    <w:abstractNumId w:val="18"/>
  </w:num>
  <w:num w:numId="25">
    <w:abstractNumId w:val="21"/>
  </w:num>
  <w:num w:numId="26">
    <w:abstractNumId w:val="3"/>
  </w:num>
  <w:num w:numId="27">
    <w:abstractNumId w:val="15"/>
  </w:num>
  <w:num w:numId="28">
    <w:abstractNumId w:val="26"/>
  </w:num>
  <w:num w:numId="29">
    <w:abstractNumId w:val="24"/>
  </w:num>
  <w:num w:numId="30">
    <w:abstractNumId w:val="17"/>
  </w:num>
  <w:num w:numId="31">
    <w:abstractNumId w:val="23"/>
  </w:num>
  <w:num w:numId="32">
    <w:abstractNumId w:val="8"/>
  </w:num>
  <w:num w:numId="33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25601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294A"/>
    <w:rsid w:val="000158EE"/>
    <w:rsid w:val="00025BCF"/>
    <w:rsid w:val="00027467"/>
    <w:rsid w:val="00040605"/>
    <w:rsid w:val="000411BD"/>
    <w:rsid w:val="0004296B"/>
    <w:rsid w:val="0004672A"/>
    <w:rsid w:val="000646A6"/>
    <w:rsid w:val="00065CA1"/>
    <w:rsid w:val="00066145"/>
    <w:rsid w:val="00074DBB"/>
    <w:rsid w:val="000B134B"/>
    <w:rsid w:val="000B1C3E"/>
    <w:rsid w:val="000B5A57"/>
    <w:rsid w:val="000E0C5B"/>
    <w:rsid w:val="000E7C0F"/>
    <w:rsid w:val="0011265F"/>
    <w:rsid w:val="00121E65"/>
    <w:rsid w:val="001226D9"/>
    <w:rsid w:val="00123D1D"/>
    <w:rsid w:val="00143A25"/>
    <w:rsid w:val="001566E0"/>
    <w:rsid w:val="001579DF"/>
    <w:rsid w:val="00170A70"/>
    <w:rsid w:val="00170F44"/>
    <w:rsid w:val="001822D2"/>
    <w:rsid w:val="0018354E"/>
    <w:rsid w:val="00193DD1"/>
    <w:rsid w:val="00196ED2"/>
    <w:rsid w:val="001A20D6"/>
    <w:rsid w:val="001A791E"/>
    <w:rsid w:val="001B49CD"/>
    <w:rsid w:val="001C0061"/>
    <w:rsid w:val="00200AF9"/>
    <w:rsid w:val="00207B5F"/>
    <w:rsid w:val="00212450"/>
    <w:rsid w:val="00217CBC"/>
    <w:rsid w:val="00222675"/>
    <w:rsid w:val="0022493F"/>
    <w:rsid w:val="0022728B"/>
    <w:rsid w:val="0022732E"/>
    <w:rsid w:val="00264371"/>
    <w:rsid w:val="0026582A"/>
    <w:rsid w:val="002752CA"/>
    <w:rsid w:val="00276972"/>
    <w:rsid w:val="00277AAA"/>
    <w:rsid w:val="00277F52"/>
    <w:rsid w:val="00285B8F"/>
    <w:rsid w:val="00286086"/>
    <w:rsid w:val="002E29FF"/>
    <w:rsid w:val="002E3EE8"/>
    <w:rsid w:val="002E7D1F"/>
    <w:rsid w:val="002F62E8"/>
    <w:rsid w:val="00312015"/>
    <w:rsid w:val="0031204C"/>
    <w:rsid w:val="00314048"/>
    <w:rsid w:val="00317874"/>
    <w:rsid w:val="00322451"/>
    <w:rsid w:val="003244F0"/>
    <w:rsid w:val="003306C1"/>
    <w:rsid w:val="00340BC8"/>
    <w:rsid w:val="00344196"/>
    <w:rsid w:val="00352630"/>
    <w:rsid w:val="00361307"/>
    <w:rsid w:val="00361B38"/>
    <w:rsid w:val="00362AD6"/>
    <w:rsid w:val="0036405A"/>
    <w:rsid w:val="00364666"/>
    <w:rsid w:val="003D796A"/>
    <w:rsid w:val="003F0376"/>
    <w:rsid w:val="004237FF"/>
    <w:rsid w:val="00445E9C"/>
    <w:rsid w:val="004540E7"/>
    <w:rsid w:val="00456560"/>
    <w:rsid w:val="00474984"/>
    <w:rsid w:val="004866BB"/>
    <w:rsid w:val="004900CA"/>
    <w:rsid w:val="004A0E25"/>
    <w:rsid w:val="004A11E7"/>
    <w:rsid w:val="004B10CB"/>
    <w:rsid w:val="004B6F42"/>
    <w:rsid w:val="004C3542"/>
    <w:rsid w:val="004E4970"/>
    <w:rsid w:val="00511206"/>
    <w:rsid w:val="00512E27"/>
    <w:rsid w:val="005303A9"/>
    <w:rsid w:val="00542367"/>
    <w:rsid w:val="00546771"/>
    <w:rsid w:val="00554042"/>
    <w:rsid w:val="0055659B"/>
    <w:rsid w:val="005760E6"/>
    <w:rsid w:val="00577979"/>
    <w:rsid w:val="00591DA0"/>
    <w:rsid w:val="00594D35"/>
    <w:rsid w:val="005A4910"/>
    <w:rsid w:val="005D2466"/>
    <w:rsid w:val="005D599F"/>
    <w:rsid w:val="005E442D"/>
    <w:rsid w:val="005E7D6A"/>
    <w:rsid w:val="005F0B4C"/>
    <w:rsid w:val="005F2F05"/>
    <w:rsid w:val="0060213F"/>
    <w:rsid w:val="006070D6"/>
    <w:rsid w:val="00617776"/>
    <w:rsid w:val="00626155"/>
    <w:rsid w:val="00633249"/>
    <w:rsid w:val="006662AC"/>
    <w:rsid w:val="00682477"/>
    <w:rsid w:val="00697CBF"/>
    <w:rsid w:val="006B3B09"/>
    <w:rsid w:val="006B4414"/>
    <w:rsid w:val="006B701C"/>
    <w:rsid w:val="006C39EE"/>
    <w:rsid w:val="006C7BED"/>
    <w:rsid w:val="006D538F"/>
    <w:rsid w:val="00704EFE"/>
    <w:rsid w:val="00727454"/>
    <w:rsid w:val="00763689"/>
    <w:rsid w:val="0077213F"/>
    <w:rsid w:val="007825EE"/>
    <w:rsid w:val="007A4799"/>
    <w:rsid w:val="007C15DE"/>
    <w:rsid w:val="007C3B2C"/>
    <w:rsid w:val="007E2AEF"/>
    <w:rsid w:val="008027C0"/>
    <w:rsid w:val="008060A6"/>
    <w:rsid w:val="00810FC9"/>
    <w:rsid w:val="008351AF"/>
    <w:rsid w:val="00841178"/>
    <w:rsid w:val="0088093E"/>
    <w:rsid w:val="0088197C"/>
    <w:rsid w:val="00891955"/>
    <w:rsid w:val="008A1FE7"/>
    <w:rsid w:val="008A623F"/>
    <w:rsid w:val="008B65C8"/>
    <w:rsid w:val="008E2123"/>
    <w:rsid w:val="008E6522"/>
    <w:rsid w:val="008F294A"/>
    <w:rsid w:val="008F294E"/>
    <w:rsid w:val="009112B1"/>
    <w:rsid w:val="00937A45"/>
    <w:rsid w:val="009426E9"/>
    <w:rsid w:val="00981B13"/>
    <w:rsid w:val="009B2ACA"/>
    <w:rsid w:val="009B2B85"/>
    <w:rsid w:val="009D4F1B"/>
    <w:rsid w:val="009E5486"/>
    <w:rsid w:val="00A00A97"/>
    <w:rsid w:val="00A15FE5"/>
    <w:rsid w:val="00A2201C"/>
    <w:rsid w:val="00A32B7D"/>
    <w:rsid w:val="00A53C40"/>
    <w:rsid w:val="00A56475"/>
    <w:rsid w:val="00A62CE6"/>
    <w:rsid w:val="00A67AB7"/>
    <w:rsid w:val="00A70602"/>
    <w:rsid w:val="00A9144B"/>
    <w:rsid w:val="00AA2928"/>
    <w:rsid w:val="00AA59B2"/>
    <w:rsid w:val="00AB0BA0"/>
    <w:rsid w:val="00AB6825"/>
    <w:rsid w:val="00AC7431"/>
    <w:rsid w:val="00AE1D1C"/>
    <w:rsid w:val="00AF290A"/>
    <w:rsid w:val="00AF4E7B"/>
    <w:rsid w:val="00AF4F8D"/>
    <w:rsid w:val="00AF5611"/>
    <w:rsid w:val="00B1055B"/>
    <w:rsid w:val="00B16DE5"/>
    <w:rsid w:val="00B16F02"/>
    <w:rsid w:val="00B37919"/>
    <w:rsid w:val="00B4612C"/>
    <w:rsid w:val="00B56119"/>
    <w:rsid w:val="00B74926"/>
    <w:rsid w:val="00B81F06"/>
    <w:rsid w:val="00B927D5"/>
    <w:rsid w:val="00BA2830"/>
    <w:rsid w:val="00BB489A"/>
    <w:rsid w:val="00BB7098"/>
    <w:rsid w:val="00BC57C9"/>
    <w:rsid w:val="00BE2BA7"/>
    <w:rsid w:val="00C14487"/>
    <w:rsid w:val="00C35697"/>
    <w:rsid w:val="00C379C4"/>
    <w:rsid w:val="00C5332C"/>
    <w:rsid w:val="00C61677"/>
    <w:rsid w:val="00C64508"/>
    <w:rsid w:val="00C659CE"/>
    <w:rsid w:val="00C67729"/>
    <w:rsid w:val="00C811C2"/>
    <w:rsid w:val="00C87D8A"/>
    <w:rsid w:val="00C9323C"/>
    <w:rsid w:val="00C93B9A"/>
    <w:rsid w:val="00C9644A"/>
    <w:rsid w:val="00C972A8"/>
    <w:rsid w:val="00CB021C"/>
    <w:rsid w:val="00CB0C4E"/>
    <w:rsid w:val="00CB190F"/>
    <w:rsid w:val="00CB3C76"/>
    <w:rsid w:val="00CD1DEB"/>
    <w:rsid w:val="00CD4448"/>
    <w:rsid w:val="00CD648B"/>
    <w:rsid w:val="00CE3B39"/>
    <w:rsid w:val="00CF22EB"/>
    <w:rsid w:val="00CF2968"/>
    <w:rsid w:val="00D259B9"/>
    <w:rsid w:val="00D3160D"/>
    <w:rsid w:val="00D33E18"/>
    <w:rsid w:val="00D445B7"/>
    <w:rsid w:val="00D44909"/>
    <w:rsid w:val="00D5331C"/>
    <w:rsid w:val="00D70613"/>
    <w:rsid w:val="00D739FA"/>
    <w:rsid w:val="00D96246"/>
    <w:rsid w:val="00DC0676"/>
    <w:rsid w:val="00DC188D"/>
    <w:rsid w:val="00DF002E"/>
    <w:rsid w:val="00E16A00"/>
    <w:rsid w:val="00E25BA4"/>
    <w:rsid w:val="00E26F24"/>
    <w:rsid w:val="00E31AF0"/>
    <w:rsid w:val="00E37E07"/>
    <w:rsid w:val="00E4269C"/>
    <w:rsid w:val="00E539B7"/>
    <w:rsid w:val="00E613AF"/>
    <w:rsid w:val="00E6673D"/>
    <w:rsid w:val="00E7265F"/>
    <w:rsid w:val="00E90F40"/>
    <w:rsid w:val="00E94EDE"/>
    <w:rsid w:val="00E97F44"/>
    <w:rsid w:val="00EA31AD"/>
    <w:rsid w:val="00EA479C"/>
    <w:rsid w:val="00EB0315"/>
    <w:rsid w:val="00EB2ACA"/>
    <w:rsid w:val="00EB6029"/>
    <w:rsid w:val="00EC28BD"/>
    <w:rsid w:val="00ED1C0F"/>
    <w:rsid w:val="00EE498A"/>
    <w:rsid w:val="00EF2604"/>
    <w:rsid w:val="00EF2991"/>
    <w:rsid w:val="00EF3D6B"/>
    <w:rsid w:val="00F03E57"/>
    <w:rsid w:val="00F054B6"/>
    <w:rsid w:val="00F10D61"/>
    <w:rsid w:val="00F14B5E"/>
    <w:rsid w:val="00F2627D"/>
    <w:rsid w:val="00F2644F"/>
    <w:rsid w:val="00F35989"/>
    <w:rsid w:val="00F35A79"/>
    <w:rsid w:val="00F548AF"/>
    <w:rsid w:val="00F60D06"/>
    <w:rsid w:val="00F74885"/>
    <w:rsid w:val="00F83F48"/>
    <w:rsid w:val="00F86F8A"/>
    <w:rsid w:val="00FA1F66"/>
    <w:rsid w:val="00FA3F0F"/>
    <w:rsid w:val="00FB19DA"/>
    <w:rsid w:val="00FB76DB"/>
    <w:rsid w:val="00FB7E48"/>
    <w:rsid w:val="00FC3D75"/>
    <w:rsid w:val="00FC7BB1"/>
    <w:rsid w:val="00FE44A1"/>
    <w:rsid w:val="00FF34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1"/>
    <o:shapelayout v:ext="edit">
      <o:idmap v:ext="edit" data="1"/>
    </o:shapelayout>
  </w:shapeDefaults>
  <w:decimalSymbol w:val=","/>
  <w:listSeparator w:val=";"/>
  <w14:docId w14:val="194C89CF"/>
  <w15:docId w15:val="{1B5EEBB7-0EC1-49FF-AF0A-03B391804F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autoRedefine/>
    <w:qFormat/>
    <w:pPr>
      <w:keepNext/>
      <w:numPr>
        <w:numId w:val="14"/>
      </w:numPr>
      <w:spacing w:before="120"/>
      <w:outlineLvl w:val="0"/>
    </w:pPr>
    <w:rPr>
      <w:rFonts w:ascii="Arial" w:hAnsi="Arial" w:cs="Arial"/>
      <w:b/>
      <w:caps/>
      <w:snapToGrid w:val="0"/>
      <w:sz w:val="32"/>
    </w:rPr>
  </w:style>
  <w:style w:type="paragraph" w:styleId="Nadpis2">
    <w:name w:val="heading 2"/>
    <w:basedOn w:val="Normln"/>
    <w:next w:val="Normln"/>
    <w:autoRedefine/>
    <w:qFormat/>
    <w:pPr>
      <w:keepNext/>
      <w:numPr>
        <w:ilvl w:val="1"/>
        <w:numId w:val="14"/>
      </w:numPr>
      <w:spacing w:before="120"/>
      <w:outlineLvl w:val="1"/>
    </w:pPr>
    <w:rPr>
      <w:rFonts w:ascii="Arial" w:hAnsi="Arial" w:cs="Arial"/>
      <w:b/>
      <w:caps/>
      <w:snapToGrid w:val="0"/>
      <w:sz w:val="28"/>
      <w:u w:val="single" w:color="333399"/>
    </w:rPr>
  </w:style>
  <w:style w:type="paragraph" w:styleId="Nadpis3">
    <w:name w:val="heading 3"/>
    <w:basedOn w:val="Normln"/>
    <w:next w:val="Normln"/>
    <w:autoRedefine/>
    <w:qFormat/>
    <w:pPr>
      <w:keepNext/>
      <w:spacing w:before="180"/>
      <w:jc w:val="both"/>
      <w:outlineLvl w:val="2"/>
    </w:pPr>
    <w:rPr>
      <w:rFonts w:ascii="Arial" w:hAnsi="Arial" w:cs="Arial"/>
      <w:snapToGrid w:val="0"/>
      <w:sz w:val="24"/>
    </w:rPr>
  </w:style>
  <w:style w:type="paragraph" w:styleId="Nadpis4">
    <w:name w:val="heading 4"/>
    <w:basedOn w:val="Normln"/>
    <w:next w:val="Normln"/>
    <w:autoRedefine/>
    <w:qFormat/>
    <w:pPr>
      <w:keepNext/>
      <w:spacing w:before="120"/>
      <w:outlineLvl w:val="3"/>
    </w:pPr>
    <w:rPr>
      <w:rFonts w:ascii="Arial" w:hAnsi="Arial"/>
      <w:i/>
      <w:snapToGrid w:val="0"/>
      <w:color w:val="333399"/>
      <w:sz w:val="24"/>
    </w:rPr>
  </w:style>
  <w:style w:type="paragraph" w:styleId="Nadpis5">
    <w:name w:val="heading 5"/>
    <w:basedOn w:val="Normln"/>
    <w:next w:val="Normln"/>
    <w:qFormat/>
    <w:pPr>
      <w:keepNext/>
      <w:spacing w:before="120"/>
      <w:outlineLvl w:val="4"/>
    </w:pPr>
    <w:rPr>
      <w:snapToGrid w:val="0"/>
      <w:sz w:val="24"/>
    </w:rPr>
  </w:style>
  <w:style w:type="paragraph" w:styleId="Nadpis6">
    <w:name w:val="heading 6"/>
    <w:basedOn w:val="Normln"/>
    <w:next w:val="Normln"/>
    <w:qFormat/>
    <w:pPr>
      <w:keepNext/>
      <w:outlineLvl w:val="5"/>
    </w:pPr>
    <w:rPr>
      <w:b/>
      <w:color w:val="FF0000"/>
      <w:sz w:val="40"/>
      <w:u w:val="single"/>
      <w14:shadow w14:blurRad="0" w14:dist="25400" w14:dir="135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</w:rPr>
  </w:style>
  <w:style w:type="paragraph" w:styleId="Nadpis7">
    <w:name w:val="heading 7"/>
    <w:basedOn w:val="Normln"/>
    <w:next w:val="Normln"/>
    <w:qFormat/>
    <w:pPr>
      <w:keepNext/>
      <w:spacing w:before="120"/>
      <w:outlineLvl w:val="6"/>
    </w:pPr>
    <w:rPr>
      <w:rFonts w:ascii="Arial" w:hAnsi="Arial"/>
      <w:snapToGrid w:val="0"/>
      <w:sz w:val="28"/>
    </w:rPr>
  </w:style>
  <w:style w:type="paragraph" w:styleId="Nadpis8">
    <w:name w:val="heading 8"/>
    <w:basedOn w:val="Normln"/>
    <w:next w:val="Normln"/>
    <w:qFormat/>
    <w:pPr>
      <w:keepNext/>
      <w:outlineLvl w:val="7"/>
    </w:pPr>
    <w:rPr>
      <w:rFonts w:ascii="Arial" w:hAnsi="Arial" w:cs="Arial"/>
      <w:color w:val="333399"/>
      <w:sz w:val="28"/>
    </w:rPr>
  </w:style>
  <w:style w:type="paragraph" w:styleId="Nadpis9">
    <w:name w:val="heading 9"/>
    <w:basedOn w:val="Normln"/>
    <w:next w:val="Normln"/>
    <w:qFormat/>
    <w:pPr>
      <w:keepNext/>
      <w:outlineLvl w:val="8"/>
    </w:pPr>
    <w:rPr>
      <w:rFonts w:ascii="Arial" w:hAnsi="Arial" w:cs="Arial"/>
      <w:b/>
      <w:bCs/>
      <w:color w:val="333399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pPr>
      <w:jc w:val="center"/>
    </w:pPr>
    <w:rPr>
      <w:b/>
      <w:color w:val="FF0000"/>
      <w:sz w:val="40"/>
      <w:u w:val="single"/>
      <w14:shadow w14:blurRad="0" w14:dist="25400" w14:dir="135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</w:rPr>
  </w:style>
  <w:style w:type="paragraph" w:customStyle="1" w:styleId="Podtitul1">
    <w:name w:val="Podtitul1"/>
    <w:basedOn w:val="Normln"/>
    <w:qFormat/>
    <w:rPr>
      <w:b/>
      <w:sz w:val="24"/>
      <w14:shadow w14:blurRad="0" w14:dist="25400" w14:dir="135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</w:rPr>
  </w:style>
  <w:style w:type="paragraph" w:styleId="Zkladntext">
    <w:name w:val="Body Text"/>
    <w:basedOn w:val="Normln"/>
    <w:rPr>
      <w:b/>
      <w:sz w:val="28"/>
      <w:u w:val="single"/>
    </w:rPr>
  </w:style>
  <w:style w:type="paragraph" w:customStyle="1" w:styleId="dkanormln">
    <w:name w:val="Øádka normální"/>
    <w:basedOn w:val="Normln"/>
    <w:pPr>
      <w:jc w:val="both"/>
    </w:pPr>
    <w:rPr>
      <w:kern w:val="16"/>
      <w:sz w:val="24"/>
    </w:rPr>
  </w:style>
  <w:style w:type="paragraph" w:styleId="Zkladntext2">
    <w:name w:val="Body Text 2"/>
    <w:basedOn w:val="Normln"/>
    <w:pPr>
      <w:jc w:val="both"/>
    </w:pPr>
    <w:rPr>
      <w:snapToGrid w:val="0"/>
      <w:sz w:val="24"/>
    </w:rPr>
  </w:style>
  <w:style w:type="paragraph" w:styleId="Zkladntextodsazen">
    <w:name w:val="Body Text Indent"/>
    <w:basedOn w:val="Normln"/>
    <w:pPr>
      <w:spacing w:before="120"/>
      <w:ind w:left="1440"/>
    </w:pPr>
    <w:rPr>
      <w:i/>
      <w:snapToGrid w:val="0"/>
      <w:sz w:val="24"/>
    </w:rPr>
  </w:style>
  <w:style w:type="paragraph" w:styleId="Zkladntextodsazen2">
    <w:name w:val="Body Text Indent 2"/>
    <w:basedOn w:val="Normln"/>
    <w:pPr>
      <w:spacing w:before="120"/>
      <w:ind w:left="1440"/>
    </w:pPr>
    <w:rPr>
      <w:snapToGrid w:val="0"/>
      <w:sz w:val="24"/>
    </w:rPr>
  </w:style>
  <w:style w:type="paragraph" w:styleId="Zkladntextodsazen3">
    <w:name w:val="Body Text Indent 3"/>
    <w:basedOn w:val="Normln"/>
    <w:pPr>
      <w:spacing w:before="120"/>
      <w:ind w:left="1080"/>
      <w:jc w:val="both"/>
    </w:pPr>
    <w:rPr>
      <w:rFonts w:ascii="Arial" w:hAnsi="Arial"/>
      <w:snapToGrid w:val="0"/>
      <w:sz w:val="24"/>
    </w:r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Wingdings"/>
    </w:r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Obsah1">
    <w:name w:val="toc 1"/>
    <w:basedOn w:val="Normln"/>
    <w:next w:val="Normln"/>
    <w:autoRedefine/>
    <w:semiHidden/>
    <w:rsid w:val="00027467"/>
    <w:pPr>
      <w:ind w:left="426" w:hanging="426"/>
      <w:jc w:val="both"/>
    </w:pPr>
    <w:rPr>
      <w:rFonts w:ascii="Arial" w:hAnsi="Arial" w:cs="Arial"/>
      <w:sz w:val="24"/>
    </w:rPr>
  </w:style>
  <w:style w:type="paragraph" w:styleId="Obsah2">
    <w:name w:val="toc 2"/>
    <w:basedOn w:val="Normln"/>
    <w:next w:val="Normln"/>
    <w:autoRedefine/>
    <w:semiHidden/>
    <w:pPr>
      <w:ind w:left="200"/>
    </w:pPr>
    <w:rPr>
      <w:smallCaps/>
      <w:szCs w:val="24"/>
    </w:rPr>
  </w:style>
  <w:style w:type="paragraph" w:styleId="Obsah3">
    <w:name w:val="toc 3"/>
    <w:basedOn w:val="Normln"/>
    <w:next w:val="Normln"/>
    <w:autoRedefine/>
    <w:semiHidden/>
    <w:pPr>
      <w:ind w:left="400"/>
    </w:pPr>
    <w:rPr>
      <w:i/>
      <w:iCs/>
      <w:szCs w:val="24"/>
    </w:rPr>
  </w:style>
  <w:style w:type="paragraph" w:styleId="Obsah4">
    <w:name w:val="toc 4"/>
    <w:basedOn w:val="Normln"/>
    <w:next w:val="Normln"/>
    <w:autoRedefine/>
    <w:semiHidden/>
    <w:pPr>
      <w:ind w:left="600"/>
    </w:pPr>
    <w:rPr>
      <w:szCs w:val="21"/>
    </w:rPr>
  </w:style>
  <w:style w:type="paragraph" w:styleId="Obsah5">
    <w:name w:val="toc 5"/>
    <w:basedOn w:val="Normln"/>
    <w:next w:val="Normln"/>
    <w:autoRedefine/>
    <w:semiHidden/>
    <w:pPr>
      <w:ind w:left="800"/>
    </w:pPr>
    <w:rPr>
      <w:szCs w:val="21"/>
    </w:rPr>
  </w:style>
  <w:style w:type="paragraph" w:styleId="Obsah6">
    <w:name w:val="toc 6"/>
    <w:basedOn w:val="Normln"/>
    <w:next w:val="Normln"/>
    <w:autoRedefine/>
    <w:semiHidden/>
    <w:pPr>
      <w:ind w:left="1000"/>
    </w:pPr>
    <w:rPr>
      <w:szCs w:val="21"/>
    </w:rPr>
  </w:style>
  <w:style w:type="paragraph" w:styleId="Obsah7">
    <w:name w:val="toc 7"/>
    <w:basedOn w:val="Normln"/>
    <w:next w:val="Normln"/>
    <w:autoRedefine/>
    <w:semiHidden/>
    <w:pPr>
      <w:ind w:left="1200"/>
    </w:pPr>
    <w:rPr>
      <w:szCs w:val="21"/>
    </w:rPr>
  </w:style>
  <w:style w:type="paragraph" w:styleId="Obsah8">
    <w:name w:val="toc 8"/>
    <w:basedOn w:val="Normln"/>
    <w:next w:val="Normln"/>
    <w:autoRedefine/>
    <w:semiHidden/>
    <w:pPr>
      <w:ind w:left="1400"/>
    </w:pPr>
    <w:rPr>
      <w:szCs w:val="21"/>
    </w:rPr>
  </w:style>
  <w:style w:type="paragraph" w:styleId="Obsah9">
    <w:name w:val="toc 9"/>
    <w:basedOn w:val="Normln"/>
    <w:next w:val="Normln"/>
    <w:autoRedefine/>
    <w:semiHidden/>
    <w:pPr>
      <w:ind w:left="1600"/>
    </w:pPr>
    <w:rPr>
      <w:szCs w:val="21"/>
    </w:rPr>
  </w:style>
  <w:style w:type="character" w:styleId="Hypertextovodkaz">
    <w:name w:val="Hyperlink"/>
    <w:rPr>
      <w:color w:val="0000FF"/>
      <w:u w:val="single"/>
    </w:rPr>
  </w:style>
  <w:style w:type="character" w:styleId="Sledovanodkaz">
    <w:name w:val="FollowedHyperlink"/>
    <w:rPr>
      <w:color w:val="800080"/>
      <w:u w:val="single"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kladntext3">
    <w:name w:val="Body Text 3"/>
    <w:basedOn w:val="Normln"/>
    <w:pPr>
      <w:spacing w:before="120"/>
    </w:pPr>
    <w:rPr>
      <w:rFonts w:ascii="Arial" w:hAnsi="Arial"/>
      <w:b/>
      <w:sz w:val="28"/>
    </w:rPr>
  </w:style>
  <w:style w:type="paragraph" w:customStyle="1" w:styleId="Bintext">
    <w:name w:val="Biný text"/>
    <w:basedOn w:val="Normln"/>
    <w:pPr>
      <w:spacing w:before="60" w:after="60"/>
      <w:ind w:firstLine="851"/>
      <w:jc w:val="both"/>
    </w:pPr>
    <w:rPr>
      <w:rFonts w:ascii="Arial" w:hAnsi="Arial"/>
    </w:rPr>
  </w:style>
  <w:style w:type="paragraph" w:styleId="Prosttext">
    <w:name w:val="Plain Text"/>
    <w:basedOn w:val="Normln"/>
    <w:rPr>
      <w:rFonts w:ascii="Courier New" w:hAnsi="Courier New" w:cs="Courier New"/>
    </w:rPr>
  </w:style>
  <w:style w:type="paragraph" w:styleId="Normlnweb">
    <w:name w:val="Normal (Web)"/>
    <w:basedOn w:val="Normln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Znaka">
    <w:name w:val="Značka"/>
    <w:pPr>
      <w:widowControl w:val="0"/>
      <w:autoSpaceDE w:val="0"/>
      <w:autoSpaceDN w:val="0"/>
      <w:adjustRightInd w:val="0"/>
      <w:ind w:left="578"/>
      <w:jc w:val="both"/>
    </w:pPr>
    <w:rPr>
      <w:color w:val="000000"/>
      <w:sz w:val="24"/>
      <w:szCs w:val="24"/>
    </w:rPr>
  </w:style>
  <w:style w:type="paragraph" w:customStyle="1" w:styleId="Normln0">
    <w:name w:val="Normální~"/>
    <w:basedOn w:val="Normln"/>
    <w:pPr>
      <w:widowControl w:val="0"/>
    </w:pPr>
    <w:rPr>
      <w:noProof/>
      <w:sz w:val="24"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semiHidden/>
  </w:style>
  <w:style w:type="paragraph" w:customStyle="1" w:styleId="Textodstavce">
    <w:name w:val="Text odstavce"/>
    <w:basedOn w:val="Normln"/>
    <w:pPr>
      <w:numPr>
        <w:ilvl w:val="6"/>
        <w:numId w:val="1"/>
      </w:numPr>
      <w:tabs>
        <w:tab w:val="left" w:pos="851"/>
      </w:tabs>
      <w:spacing w:before="120" w:after="120"/>
      <w:jc w:val="both"/>
      <w:outlineLvl w:val="6"/>
    </w:pPr>
    <w:rPr>
      <w:sz w:val="24"/>
    </w:rPr>
  </w:style>
  <w:style w:type="paragraph" w:customStyle="1" w:styleId="Textbodu">
    <w:name w:val="Text bodu"/>
    <w:basedOn w:val="Normln"/>
    <w:pPr>
      <w:numPr>
        <w:ilvl w:val="8"/>
        <w:numId w:val="1"/>
      </w:numPr>
      <w:jc w:val="both"/>
      <w:outlineLvl w:val="8"/>
    </w:pPr>
    <w:rPr>
      <w:sz w:val="24"/>
    </w:rPr>
  </w:style>
  <w:style w:type="paragraph" w:customStyle="1" w:styleId="Textpsmene">
    <w:name w:val="Text písmene"/>
    <w:basedOn w:val="Normln"/>
    <w:pPr>
      <w:numPr>
        <w:ilvl w:val="7"/>
        <w:numId w:val="1"/>
      </w:numPr>
      <w:jc w:val="both"/>
      <w:outlineLvl w:val="7"/>
    </w:pPr>
    <w:rPr>
      <w:sz w:val="24"/>
    </w:rPr>
  </w:style>
  <w:style w:type="paragraph" w:styleId="Textpoznpodarou">
    <w:name w:val="footnote text"/>
    <w:basedOn w:val="Normln"/>
    <w:semiHidden/>
    <w:pPr>
      <w:tabs>
        <w:tab w:val="left" w:pos="425"/>
      </w:tabs>
      <w:ind w:left="425" w:hanging="425"/>
      <w:jc w:val="both"/>
    </w:pPr>
  </w:style>
  <w:style w:type="character" w:styleId="Znakapoznpodarou">
    <w:name w:val="footnote reference"/>
    <w:semiHidden/>
    <w:rPr>
      <w:vertAlign w:val="superscript"/>
    </w:rPr>
  </w:style>
  <w:style w:type="paragraph" w:styleId="Titulek">
    <w:name w:val="caption"/>
    <w:basedOn w:val="Normln"/>
    <w:next w:val="Normln"/>
    <w:qFormat/>
    <w:rPr>
      <w:rFonts w:ascii="Arial" w:hAnsi="Arial" w:cs="Arial"/>
      <w:b/>
      <w:bCs/>
      <w:i/>
      <w:iCs/>
      <w:sz w:val="24"/>
      <w:u w:val="single"/>
    </w:rPr>
  </w:style>
  <w:style w:type="paragraph" w:customStyle="1" w:styleId="bullet-3TimesNewRoman">
    <w:name w:val="bullet-3 + Times New Roman"/>
    <w:aliases w:val="Vlevo:  0 cm,První řádek:  0 cm,Před:  6 b.,Ro..."/>
    <w:basedOn w:val="Normln"/>
    <w:pPr>
      <w:tabs>
        <w:tab w:val="left" w:pos="426"/>
        <w:tab w:val="left" w:pos="993"/>
      </w:tabs>
      <w:spacing w:before="120"/>
      <w:jc w:val="both"/>
    </w:pPr>
    <w:rPr>
      <w:snapToGrid w:val="0"/>
      <w:spacing w:val="6"/>
      <w:sz w:val="24"/>
      <w:szCs w:val="24"/>
      <w:lang w:eastAsia="en-US"/>
    </w:rPr>
  </w:style>
  <w:style w:type="paragraph" w:styleId="Textvbloku">
    <w:name w:val="Block Text"/>
    <w:basedOn w:val="Normln"/>
    <w:pPr>
      <w:tabs>
        <w:tab w:val="num" w:pos="530"/>
      </w:tabs>
      <w:ind w:left="530" w:right="110"/>
      <w:jc w:val="both"/>
    </w:pPr>
    <w:rPr>
      <w:rFonts w:ascii="Arial" w:hAnsi="Arial" w:cs="Arial"/>
    </w:rPr>
  </w:style>
  <w:style w:type="character" w:styleId="Siln">
    <w:name w:val="Strong"/>
    <w:qFormat/>
    <w:rPr>
      <w:b/>
      <w:bCs/>
    </w:rPr>
  </w:style>
  <w:style w:type="paragraph" w:styleId="Pedmtkomente">
    <w:name w:val="annotation subject"/>
    <w:basedOn w:val="Textkomente"/>
    <w:next w:val="Textkomente"/>
    <w:link w:val="PedmtkomenteChar"/>
    <w:rsid w:val="000E7C0F"/>
    <w:rPr>
      <w:b/>
      <w:bCs/>
    </w:rPr>
  </w:style>
  <w:style w:type="character" w:customStyle="1" w:styleId="TextkomenteChar">
    <w:name w:val="Text komentáře Char"/>
    <w:basedOn w:val="Standardnpsmoodstavce"/>
    <w:link w:val="Textkomente"/>
    <w:semiHidden/>
    <w:rsid w:val="000E7C0F"/>
  </w:style>
  <w:style w:type="character" w:customStyle="1" w:styleId="PedmtkomenteChar">
    <w:name w:val="Předmět komentáře Char"/>
    <w:link w:val="Pedmtkomente"/>
    <w:rsid w:val="000E7C0F"/>
    <w:rPr>
      <w:b/>
      <w:bCs/>
    </w:rPr>
  </w:style>
  <w:style w:type="paragraph" w:styleId="Textbubliny">
    <w:name w:val="Balloon Text"/>
    <w:basedOn w:val="Normln"/>
    <w:link w:val="TextbublinyChar"/>
    <w:rsid w:val="000E7C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0E7C0F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0B5A5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632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8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71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2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32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46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I:\Souteze\zad&#225;vac&#237;%20dokumentace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EF9517-1315-4FC3-A319-2EDA3671C0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zadávací dokumentace</Template>
  <TotalTime>11</TotalTime>
  <Pages>3</Pages>
  <Words>236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RTS spol. s r.o.</Company>
  <LinksUpToDate>false</LinksUpToDate>
  <CharactersWithSpaces>1630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RTS, a.s.</dc:creator>
  <cp:keywords/>
  <cp:lastModifiedBy>Trnková Monika, Bc.</cp:lastModifiedBy>
  <cp:revision>15</cp:revision>
  <cp:lastPrinted>2010-07-30T09:22:00Z</cp:lastPrinted>
  <dcterms:created xsi:type="dcterms:W3CDTF">2020-12-21T07:12:00Z</dcterms:created>
  <dcterms:modified xsi:type="dcterms:W3CDTF">2022-05-23T08:41:00Z</dcterms:modified>
</cp:coreProperties>
</file>